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E0" w:rsidRPr="00BF72AE" w:rsidRDefault="007310E0" w:rsidP="00BF72AE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7310E0" w:rsidRPr="00BF72AE" w:rsidRDefault="007310E0" w:rsidP="00BF72AE">
      <w:pPr>
        <w:jc w:val="center"/>
        <w:rPr>
          <w:b/>
          <w:bCs/>
          <w:sz w:val="28"/>
          <w:szCs w:val="28"/>
        </w:rPr>
      </w:pPr>
      <w:r w:rsidRPr="00BF72AE">
        <w:rPr>
          <w:b/>
          <w:bCs/>
          <w:sz w:val="28"/>
          <w:szCs w:val="28"/>
        </w:rPr>
        <w:t>СОВЕТ КОЛОБОВСКОГО ГОРОДСКОГО ПОСЕЛЕНИЯ</w:t>
      </w:r>
    </w:p>
    <w:p w:rsidR="007310E0" w:rsidRPr="00BF72AE" w:rsidRDefault="007310E0" w:rsidP="00BF72AE">
      <w:pPr>
        <w:jc w:val="center"/>
        <w:rPr>
          <w:b/>
          <w:bCs/>
          <w:sz w:val="28"/>
          <w:szCs w:val="28"/>
        </w:rPr>
      </w:pPr>
      <w:r w:rsidRPr="00BF72AE">
        <w:rPr>
          <w:b/>
          <w:bCs/>
          <w:sz w:val="28"/>
          <w:szCs w:val="28"/>
        </w:rPr>
        <w:t>Шуйского муниципального района</w:t>
      </w:r>
    </w:p>
    <w:p w:rsidR="007310E0" w:rsidRPr="00BF72AE" w:rsidRDefault="007310E0" w:rsidP="00BF72AE">
      <w:pPr>
        <w:jc w:val="center"/>
        <w:rPr>
          <w:b/>
          <w:bCs/>
          <w:sz w:val="28"/>
          <w:szCs w:val="28"/>
        </w:rPr>
      </w:pPr>
      <w:r w:rsidRPr="00BF72AE">
        <w:rPr>
          <w:b/>
          <w:bCs/>
          <w:sz w:val="28"/>
          <w:szCs w:val="28"/>
        </w:rPr>
        <w:t>Ивановской области</w:t>
      </w:r>
    </w:p>
    <w:p w:rsidR="007310E0" w:rsidRPr="00BF72AE" w:rsidRDefault="007310E0" w:rsidP="00BF72AE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7310E0" w:rsidRPr="00BF72AE" w:rsidRDefault="007310E0" w:rsidP="00BF72AE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7310E0" w:rsidRPr="00BF72AE" w:rsidRDefault="007310E0" w:rsidP="00BF72AE">
      <w:pPr>
        <w:jc w:val="center"/>
        <w:rPr>
          <w:b/>
          <w:bCs/>
          <w:sz w:val="28"/>
          <w:szCs w:val="28"/>
        </w:rPr>
      </w:pPr>
      <w:r w:rsidRPr="00BF72AE">
        <w:rPr>
          <w:b/>
          <w:bCs/>
          <w:sz w:val="28"/>
          <w:szCs w:val="28"/>
        </w:rPr>
        <w:t>РЕШЕНИЕ</w:t>
      </w:r>
    </w:p>
    <w:p w:rsidR="007310E0" w:rsidRPr="00BF72AE" w:rsidRDefault="007310E0" w:rsidP="00BF72AE">
      <w:pPr>
        <w:rPr>
          <w:sz w:val="28"/>
          <w:szCs w:val="28"/>
        </w:rPr>
      </w:pPr>
      <w:r w:rsidRPr="00BF72AE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BF72AE">
        <w:rPr>
          <w:sz w:val="28"/>
          <w:szCs w:val="28"/>
        </w:rPr>
        <w:t>.1</w:t>
      </w:r>
      <w:r>
        <w:rPr>
          <w:sz w:val="28"/>
          <w:szCs w:val="28"/>
        </w:rPr>
        <w:t>1. 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13</w:t>
      </w:r>
    </w:p>
    <w:p w:rsidR="007310E0" w:rsidRPr="00BF72AE" w:rsidRDefault="007310E0" w:rsidP="00BF72AE">
      <w:pPr>
        <w:jc w:val="center"/>
        <w:rPr>
          <w:sz w:val="28"/>
          <w:szCs w:val="28"/>
        </w:rPr>
      </w:pPr>
    </w:p>
    <w:p w:rsidR="007310E0" w:rsidRDefault="007310E0" w:rsidP="00BF72AE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 Колобово</w:t>
      </w:r>
    </w:p>
    <w:p w:rsidR="007310E0" w:rsidRDefault="007310E0" w:rsidP="00BF72AE">
      <w:pPr>
        <w:rPr>
          <w:b/>
          <w:bCs/>
          <w:sz w:val="28"/>
          <w:szCs w:val="28"/>
        </w:rPr>
      </w:pPr>
    </w:p>
    <w:p w:rsidR="007310E0" w:rsidRDefault="007310E0" w:rsidP="00BF72AE">
      <w:pPr>
        <w:rPr>
          <w:b/>
          <w:bCs/>
          <w:sz w:val="28"/>
          <w:szCs w:val="28"/>
        </w:rPr>
      </w:pPr>
    </w:p>
    <w:p w:rsidR="007310E0" w:rsidRDefault="007310E0" w:rsidP="00BF72AE">
      <w:pPr>
        <w:jc w:val="center"/>
        <w:rPr>
          <w:sz w:val="28"/>
          <w:szCs w:val="28"/>
        </w:rPr>
      </w:pPr>
      <w:r w:rsidRPr="002F4D4D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 утверждении    Регламента </w:t>
      </w:r>
      <w:r w:rsidRPr="002F4D4D">
        <w:rPr>
          <w:b/>
          <w:bCs/>
          <w:sz w:val="28"/>
          <w:szCs w:val="28"/>
        </w:rPr>
        <w:t>Совета Колобовского городского поселения</w:t>
      </w:r>
      <w:r>
        <w:rPr>
          <w:b/>
          <w:bCs/>
          <w:sz w:val="28"/>
          <w:szCs w:val="28"/>
        </w:rPr>
        <w:t xml:space="preserve"> </w:t>
      </w:r>
    </w:p>
    <w:p w:rsidR="007310E0" w:rsidRDefault="007310E0" w:rsidP="00BF72AE">
      <w:pPr>
        <w:rPr>
          <w:sz w:val="28"/>
          <w:szCs w:val="28"/>
        </w:rPr>
      </w:pPr>
    </w:p>
    <w:p w:rsidR="007310E0" w:rsidRDefault="007310E0" w:rsidP="00BF72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Колобовского городского поселения и в целях координации работы Совета Колобовского городского поселения по выполнению отдельных полномочий  в решении вопросов местного значения Совет Колобовского городского поселения </w:t>
      </w:r>
    </w:p>
    <w:p w:rsidR="007310E0" w:rsidRDefault="007310E0" w:rsidP="00BF72AE">
      <w:pPr>
        <w:jc w:val="center"/>
        <w:rPr>
          <w:b/>
          <w:bCs/>
          <w:sz w:val="28"/>
          <w:szCs w:val="28"/>
        </w:rPr>
      </w:pPr>
      <w:r w:rsidRPr="00544C39">
        <w:rPr>
          <w:b/>
          <w:bCs/>
          <w:sz w:val="28"/>
          <w:szCs w:val="28"/>
        </w:rPr>
        <w:t>решил</w:t>
      </w:r>
      <w:r>
        <w:rPr>
          <w:b/>
          <w:bCs/>
          <w:sz w:val="28"/>
          <w:szCs w:val="28"/>
        </w:rPr>
        <w:t>:</w:t>
      </w:r>
    </w:p>
    <w:p w:rsidR="007310E0" w:rsidRDefault="007310E0" w:rsidP="00BF72AE">
      <w:pPr>
        <w:jc w:val="both"/>
        <w:rPr>
          <w:b/>
          <w:bCs/>
          <w:sz w:val="28"/>
          <w:szCs w:val="28"/>
        </w:rPr>
      </w:pPr>
    </w:p>
    <w:p w:rsidR="007310E0" w:rsidRPr="00555337" w:rsidRDefault="007310E0" w:rsidP="0055533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555337">
        <w:rPr>
          <w:sz w:val="28"/>
          <w:szCs w:val="28"/>
        </w:rPr>
        <w:t>Утвердить  Регламент Совета Колобовского городского поселения (Приложение 1).</w:t>
      </w:r>
    </w:p>
    <w:p w:rsidR="007310E0" w:rsidRPr="00555337" w:rsidRDefault="007310E0" w:rsidP="0055533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официальном издании «Вестник Колобовского городского поселения» и разместить на официальном сайте поселения.</w:t>
      </w:r>
    </w:p>
    <w:p w:rsidR="007310E0" w:rsidRDefault="007310E0" w:rsidP="00BF72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        Настоящее Решение вступает в силу со дня подписания.</w:t>
      </w:r>
    </w:p>
    <w:p w:rsidR="007310E0" w:rsidRDefault="007310E0" w:rsidP="00BF72AE">
      <w:pPr>
        <w:rPr>
          <w:sz w:val="28"/>
          <w:szCs w:val="28"/>
        </w:rPr>
      </w:pPr>
    </w:p>
    <w:p w:rsidR="007310E0" w:rsidRDefault="007310E0" w:rsidP="00BF72AE">
      <w:pPr>
        <w:rPr>
          <w:sz w:val="28"/>
          <w:szCs w:val="28"/>
        </w:rPr>
      </w:pPr>
    </w:p>
    <w:p w:rsidR="007310E0" w:rsidRDefault="007310E0" w:rsidP="00BF72AE">
      <w:pPr>
        <w:rPr>
          <w:sz w:val="28"/>
          <w:szCs w:val="28"/>
        </w:rPr>
      </w:pPr>
    </w:p>
    <w:p w:rsidR="007310E0" w:rsidRDefault="007310E0" w:rsidP="00BF72AE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7310E0" w:rsidRDefault="007310E0" w:rsidP="00BF72AE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</w:t>
      </w:r>
      <w:r>
        <w:rPr>
          <w:sz w:val="28"/>
          <w:szCs w:val="28"/>
        </w:rPr>
        <w:tab/>
        <w:t xml:space="preserve">                      И.А.Сергеева.</w:t>
      </w:r>
    </w:p>
    <w:p w:rsidR="007310E0" w:rsidRPr="00277542" w:rsidRDefault="007310E0" w:rsidP="00BF72AE">
      <w:pPr>
        <w:rPr>
          <w:sz w:val="28"/>
          <w:szCs w:val="28"/>
        </w:rPr>
      </w:pPr>
    </w:p>
    <w:p w:rsidR="007310E0" w:rsidRDefault="007310E0" w:rsidP="00BF72AE">
      <w:pPr>
        <w:jc w:val="center"/>
        <w:rPr>
          <w:b/>
          <w:bCs/>
          <w:sz w:val="28"/>
          <w:szCs w:val="28"/>
        </w:rPr>
      </w:pPr>
    </w:p>
    <w:p w:rsidR="007310E0" w:rsidRDefault="007310E0" w:rsidP="00BF72AE">
      <w:pPr>
        <w:jc w:val="right"/>
      </w:pPr>
    </w:p>
    <w:p w:rsidR="007310E0" w:rsidRPr="00C603A3" w:rsidRDefault="007310E0" w:rsidP="00BF72AE">
      <w:pPr>
        <w:jc w:val="both"/>
        <w:rPr>
          <w:sz w:val="28"/>
          <w:szCs w:val="28"/>
        </w:rPr>
      </w:pPr>
    </w:p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/>
    <w:p w:rsidR="007310E0" w:rsidRDefault="007310E0" w:rsidP="005C38E0">
      <w:pPr>
        <w:jc w:val="right"/>
      </w:pPr>
      <w:r>
        <w:t>Приложение 1 к Решению</w:t>
      </w:r>
    </w:p>
    <w:p w:rsidR="007310E0" w:rsidRDefault="007310E0" w:rsidP="005C38E0">
      <w:pPr>
        <w:jc w:val="right"/>
      </w:pPr>
      <w:r>
        <w:t xml:space="preserve">                                                                          Совета Колобовского городского поселения</w:t>
      </w:r>
    </w:p>
    <w:p w:rsidR="007310E0" w:rsidRDefault="007310E0" w:rsidP="005C38E0">
      <w:pPr>
        <w:jc w:val="right"/>
      </w:pPr>
      <w:r>
        <w:t xml:space="preserve">                                                                           от </w:t>
      </w:r>
      <w:r w:rsidRPr="00FC52E6">
        <w:t>«</w:t>
      </w:r>
      <w:r>
        <w:t>13</w:t>
      </w:r>
      <w:r w:rsidRPr="00FC52E6">
        <w:t xml:space="preserve">» </w:t>
      </w:r>
      <w:r>
        <w:t>11 2015    № 13</w:t>
      </w:r>
    </w:p>
    <w:p w:rsidR="007310E0" w:rsidRDefault="007310E0" w:rsidP="005C38E0"/>
    <w:p w:rsidR="007310E0" w:rsidRDefault="007310E0" w:rsidP="005C38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Регламент</w:t>
      </w:r>
    </w:p>
    <w:p w:rsidR="007310E0" w:rsidRDefault="007310E0" w:rsidP="005C38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Колобовского городского поселения</w:t>
      </w:r>
    </w:p>
    <w:p w:rsidR="007310E0" w:rsidRPr="00901D04" w:rsidRDefault="007310E0" w:rsidP="005C38E0">
      <w:pPr>
        <w:jc w:val="center"/>
        <w:rPr>
          <w:b/>
          <w:bCs/>
          <w:sz w:val="28"/>
          <w:szCs w:val="28"/>
        </w:rPr>
      </w:pPr>
    </w:p>
    <w:p w:rsidR="007310E0" w:rsidRPr="00C603A3" w:rsidRDefault="007310E0" w:rsidP="005C38E0">
      <w:pPr>
        <w:jc w:val="center"/>
        <w:rPr>
          <w:b/>
          <w:bCs/>
          <w:sz w:val="28"/>
          <w:szCs w:val="28"/>
        </w:rPr>
      </w:pPr>
      <w:r w:rsidRPr="00C603A3">
        <w:rPr>
          <w:b/>
          <w:bCs/>
          <w:sz w:val="28"/>
          <w:szCs w:val="28"/>
        </w:rPr>
        <w:t>1. Общие положения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1.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 соответствии с Конституцией Российской Федерации, Законом Российской Федерации от 06.10.2003 г. № 131-ФЗ «Об общих принципах организации местного самоуправления в Российской Федерации», Уставом Колобовского городского поселения</w:t>
      </w:r>
      <w:r>
        <w:rPr>
          <w:sz w:val="28"/>
          <w:szCs w:val="28"/>
        </w:rPr>
        <w:t>,</w:t>
      </w:r>
      <w:r w:rsidRPr="00C603A3">
        <w:rPr>
          <w:sz w:val="28"/>
          <w:szCs w:val="28"/>
        </w:rPr>
        <w:t xml:space="preserve"> Совет Колобовского городского поселения (далее – Совет) – представительный орган </w:t>
      </w:r>
      <w:r>
        <w:rPr>
          <w:sz w:val="28"/>
          <w:szCs w:val="28"/>
        </w:rPr>
        <w:t>муниципального образования</w:t>
      </w:r>
      <w:r w:rsidRPr="00C603A3">
        <w:rPr>
          <w:sz w:val="28"/>
          <w:szCs w:val="28"/>
        </w:rPr>
        <w:t>,</w:t>
      </w:r>
      <w:r>
        <w:rPr>
          <w:sz w:val="28"/>
          <w:szCs w:val="28"/>
        </w:rPr>
        <w:t xml:space="preserve"> состоит из 12 депутатов, осуществляющих свою деятельность на непостоянной основе. </w:t>
      </w:r>
      <w:r w:rsidRPr="00C603A3">
        <w:rPr>
          <w:sz w:val="28"/>
          <w:szCs w:val="28"/>
        </w:rPr>
        <w:t xml:space="preserve"> Срок полномочий депутатов – 5 лет.</w:t>
      </w:r>
    </w:p>
    <w:p w:rsidR="007310E0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Порядок деятельности Совета определяется Уставом Колобовского городского поселения и настоящим Регламентом.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Деятельность Совета основывается на принципах коллективного, свободного обсуждения и решения вопросов, открытости, гласности, законности, постоянном изучении и учете общественного мнения.</w:t>
      </w:r>
    </w:p>
    <w:p w:rsidR="007310E0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Гарантии беспрепятственного и эффективного осуществления прав и обязанностей депутата Совета устанавливаются законодательством России, законами области, Уставом Колобовского городского поселения и настоящим Регламентом.</w:t>
      </w:r>
    </w:p>
    <w:p w:rsidR="007310E0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сохраняет свои полномочия до открытия вновь избранным Советом первого заседания.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C603A3" w:rsidRDefault="007310E0" w:rsidP="005C38E0">
      <w:pPr>
        <w:jc w:val="center"/>
        <w:rPr>
          <w:b/>
          <w:bCs/>
          <w:sz w:val="28"/>
          <w:szCs w:val="28"/>
        </w:rPr>
      </w:pPr>
      <w:r w:rsidRPr="00C603A3">
        <w:rPr>
          <w:b/>
          <w:bCs/>
          <w:sz w:val="28"/>
          <w:szCs w:val="28"/>
        </w:rPr>
        <w:t>2. Председатель Совета Колобовского городского поселения</w:t>
      </w:r>
    </w:p>
    <w:p w:rsidR="007310E0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     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5.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C603A3">
        <w:rPr>
          <w:sz w:val="28"/>
          <w:szCs w:val="28"/>
        </w:rPr>
        <w:t xml:space="preserve"> Совета Колобовского городского поселения избирается на первом заседании</w:t>
      </w:r>
      <w:r>
        <w:rPr>
          <w:sz w:val="28"/>
          <w:szCs w:val="28"/>
        </w:rPr>
        <w:t xml:space="preserve"> Совета</w:t>
      </w:r>
      <w:r w:rsidRPr="00C603A3">
        <w:rPr>
          <w:sz w:val="28"/>
          <w:szCs w:val="28"/>
        </w:rPr>
        <w:t xml:space="preserve"> из числа депутатов Совета. </w:t>
      </w:r>
      <w:r>
        <w:rPr>
          <w:sz w:val="28"/>
          <w:szCs w:val="28"/>
        </w:rPr>
        <w:t>П</w:t>
      </w:r>
      <w:r w:rsidRPr="00C603A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C603A3">
        <w:rPr>
          <w:sz w:val="28"/>
          <w:szCs w:val="28"/>
        </w:rPr>
        <w:t xml:space="preserve"> Совета избирается на срок полномочий Совета и исполняет свои обязанности до избрания председателя Совета нового созыва. 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C603A3">
        <w:rPr>
          <w:sz w:val="28"/>
          <w:szCs w:val="28"/>
        </w:rPr>
        <w:t xml:space="preserve">      </w:t>
      </w:r>
      <w:r w:rsidRPr="0022191B">
        <w:rPr>
          <w:sz w:val="28"/>
          <w:szCs w:val="28"/>
          <w:u w:val="single"/>
        </w:rPr>
        <w:t>Статья  6.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Кандидатуры на должность председателя Совета предлагаются депутатами Совета, либо путем самовыдвижения.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Результаты голосования оформляются Решением Совета о выборах </w:t>
      </w:r>
      <w:r>
        <w:rPr>
          <w:sz w:val="28"/>
          <w:szCs w:val="28"/>
        </w:rPr>
        <w:t>Председателя Совета</w:t>
      </w:r>
      <w:r w:rsidRPr="00C603A3">
        <w:rPr>
          <w:sz w:val="28"/>
          <w:szCs w:val="28"/>
        </w:rPr>
        <w:t xml:space="preserve"> Колобовского городского поселения. 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7.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603A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C603A3">
        <w:rPr>
          <w:sz w:val="28"/>
          <w:szCs w:val="28"/>
        </w:rPr>
        <w:t xml:space="preserve"> Совета: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созывает заседания Совета, доводит до сведения депутатов время и место их проведения, а также проект повестки дня,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осуществляет руководство подготовкой заседания Совета и вопросов, вносимых на рассмотрение Совета,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координирует работу рабочих органов Совета, организует работу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ведет заседания Совета, ведает внутренним распорядком в соответствии с полномочиями, предоставленными ему настоящим Регламентом;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имеет право созыва очередных и внеочередных заседаний Совета в случаях, установленных Регламентом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подписывает распоряжения, постановления, заявления, обращения и другие документы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разрешает иные вопросы организации деятельности Совета в соответствии с настоящим Регламентом;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8.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В отсутствие </w:t>
      </w:r>
      <w:r>
        <w:rPr>
          <w:sz w:val="28"/>
          <w:szCs w:val="28"/>
        </w:rPr>
        <w:t>председателя Совета</w:t>
      </w:r>
      <w:r w:rsidRPr="00C603A3">
        <w:rPr>
          <w:sz w:val="28"/>
          <w:szCs w:val="28"/>
        </w:rPr>
        <w:t>, его функции выполняет заместитель.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9.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603A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C603A3">
        <w:rPr>
          <w:sz w:val="28"/>
          <w:szCs w:val="28"/>
        </w:rPr>
        <w:t xml:space="preserve"> Совета может быть отозван на заседании Совета путем тайного голосования.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Вопрос об отзыве председателя Совета может быть внесен по требованию не менее 1/3 от установленного числа депутатов Совета и без обсуждения и голосования включается в повестку дня заседания Совета, следующего после поступления соответствующего требования.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Добровольное сложение председател</w:t>
      </w:r>
      <w:r>
        <w:rPr>
          <w:sz w:val="28"/>
          <w:szCs w:val="28"/>
        </w:rPr>
        <w:t xml:space="preserve">ем </w:t>
      </w:r>
      <w:r w:rsidRPr="00C603A3">
        <w:rPr>
          <w:sz w:val="28"/>
          <w:szCs w:val="28"/>
        </w:rPr>
        <w:t>Совета, своих полномочий удовлетворяется на основании письменного заявления.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 случае непринятия Советом отставки, председател</w:t>
      </w:r>
      <w:r>
        <w:rPr>
          <w:sz w:val="28"/>
          <w:szCs w:val="28"/>
        </w:rPr>
        <w:t xml:space="preserve">ь Совета </w:t>
      </w:r>
      <w:r w:rsidRPr="00C603A3">
        <w:rPr>
          <w:sz w:val="28"/>
          <w:szCs w:val="28"/>
        </w:rPr>
        <w:t>вправе сложить свои полномочия по истечении двух недель после подачи заявления.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Решение об отзыве либо добровольной отставке председателя Совета, принимается большинством голосов от числа избранных депутатов Совета и оформляется соответствующим Решением.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85546" w:rsidRDefault="007310E0" w:rsidP="005C38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Организация и порядок работы Совета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 xml:space="preserve">Статья 10.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Основной формой работы Совета является заседание Совета, на котором решаются вопросы, отнесенные к компетенции Совета Уставом Колобовского городского поселения.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Заседания по необходимости могут носить характер выездного, для лучшего изучения рассматриваемого вопроса.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11.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Для осуществления своих полномочий Совет образует четыре постоянных комиссии по основным направлениям деятельности:</w:t>
      </w:r>
    </w:p>
    <w:p w:rsidR="007310E0" w:rsidRDefault="007310E0" w:rsidP="005C38E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бюджету, финансовой, налоговой  и экономической политике;</w:t>
      </w:r>
    </w:p>
    <w:p w:rsidR="007310E0" w:rsidRDefault="007310E0" w:rsidP="005C38E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законности и местному самоуправлению;</w:t>
      </w:r>
    </w:p>
    <w:p w:rsidR="007310E0" w:rsidRDefault="007310E0" w:rsidP="005C38E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социальной политике;</w:t>
      </w:r>
    </w:p>
    <w:p w:rsidR="007310E0" w:rsidRDefault="007310E0" w:rsidP="005C38E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аграрной политике, экологии и землепользованию.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Состав комиссий утверждается на заседании Совета Колобовского городского поселения по представлению председателя, большинством голосов от числа избранных депутатов.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Депутат может входить в состав  не более двух комиссий. 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Председатели комиссий избираются на заседании комиссий по представлению </w:t>
      </w:r>
      <w:r>
        <w:rPr>
          <w:sz w:val="28"/>
          <w:szCs w:val="28"/>
        </w:rPr>
        <w:t xml:space="preserve">председателя Совета </w:t>
      </w:r>
      <w:r w:rsidRPr="00C603A3">
        <w:rPr>
          <w:sz w:val="28"/>
          <w:szCs w:val="28"/>
        </w:rPr>
        <w:t xml:space="preserve"> большинством голосов.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12.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603A3">
        <w:rPr>
          <w:sz w:val="28"/>
          <w:szCs w:val="28"/>
        </w:rPr>
        <w:t>аспоряжением председателя Совета, из числа депутатов могут быть образованы постоянные и временные рабочие группы для проработки вопросов и выработки проектов решений. В состав рабочих групп могут привлекаться представители государственных</w:t>
      </w:r>
      <w:r>
        <w:rPr>
          <w:sz w:val="28"/>
          <w:szCs w:val="28"/>
        </w:rPr>
        <w:t xml:space="preserve"> и муниципальных</w:t>
      </w:r>
      <w:r w:rsidRPr="00C603A3">
        <w:rPr>
          <w:sz w:val="28"/>
          <w:szCs w:val="28"/>
        </w:rPr>
        <w:t xml:space="preserve"> органов, научных учреждений, общественных объединений, эксперты и специалисты.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C603A3">
        <w:rPr>
          <w:sz w:val="28"/>
          <w:szCs w:val="28"/>
        </w:rPr>
        <w:t xml:space="preserve">      </w:t>
      </w:r>
      <w:r w:rsidRPr="0022191B">
        <w:rPr>
          <w:sz w:val="28"/>
          <w:szCs w:val="28"/>
          <w:u w:val="single"/>
        </w:rPr>
        <w:t>Статья 13.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603A3">
        <w:rPr>
          <w:sz w:val="28"/>
          <w:szCs w:val="28"/>
        </w:rPr>
        <w:t>ешения Совета</w:t>
      </w:r>
      <w:r>
        <w:rPr>
          <w:sz w:val="28"/>
          <w:szCs w:val="28"/>
        </w:rPr>
        <w:t xml:space="preserve"> подписывает Глава Колобовского городского поселения</w:t>
      </w:r>
      <w:r w:rsidRPr="00C603A3">
        <w:rPr>
          <w:sz w:val="28"/>
          <w:szCs w:val="28"/>
        </w:rPr>
        <w:t>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14.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603A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C603A3">
        <w:rPr>
          <w:sz w:val="28"/>
          <w:szCs w:val="28"/>
        </w:rPr>
        <w:t xml:space="preserve"> Совета, организует работу Совета, выполняет функции в соответствии с распределением обязанностей, установленных настоящим Регламентом.</w:t>
      </w:r>
    </w:p>
    <w:p w:rsidR="007310E0" w:rsidRPr="002C12C2" w:rsidRDefault="007310E0" w:rsidP="005C38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Порядок проведения заседаний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15.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Основной формой деятельности Совета является заседание Совета.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16.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Заседание Совета правомочно, если на нем присутствует </w:t>
      </w:r>
      <w:r>
        <w:rPr>
          <w:sz w:val="28"/>
          <w:szCs w:val="28"/>
        </w:rPr>
        <w:t xml:space="preserve">не менее 50 процентов </w:t>
      </w:r>
      <w:r w:rsidRPr="00C603A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избранного </w:t>
      </w:r>
      <w:r w:rsidRPr="00C603A3">
        <w:rPr>
          <w:sz w:val="28"/>
          <w:szCs w:val="28"/>
        </w:rPr>
        <w:t>числа депутатов.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Если на заседании присутствует менее </w:t>
      </w:r>
      <w:r>
        <w:rPr>
          <w:sz w:val="28"/>
          <w:szCs w:val="28"/>
        </w:rPr>
        <w:t>50 процентов</w:t>
      </w:r>
      <w:r w:rsidRPr="00C603A3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избранного </w:t>
      </w:r>
      <w:r w:rsidRPr="00C603A3">
        <w:rPr>
          <w:sz w:val="28"/>
          <w:szCs w:val="28"/>
        </w:rPr>
        <w:t>числа депутатов Совета, оно переносится на другое время.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17.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может созываться на очередное и внеочередное заседание.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Очередные заседания проводятся не реже 1 раза в </w:t>
      </w:r>
      <w:r>
        <w:rPr>
          <w:sz w:val="28"/>
          <w:szCs w:val="28"/>
        </w:rPr>
        <w:t>три месяца</w:t>
      </w:r>
      <w:r w:rsidRPr="00C603A3">
        <w:rPr>
          <w:sz w:val="28"/>
          <w:szCs w:val="28"/>
        </w:rPr>
        <w:t>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Внеочередные созываются по инициативе не менее 1/3 от </w:t>
      </w:r>
      <w:r>
        <w:rPr>
          <w:sz w:val="28"/>
          <w:szCs w:val="28"/>
        </w:rPr>
        <w:t>установленного Уставом численности депутатов Совета</w:t>
      </w:r>
      <w:r w:rsidRPr="00C603A3">
        <w:rPr>
          <w:sz w:val="28"/>
          <w:szCs w:val="28"/>
        </w:rPr>
        <w:t xml:space="preserve">, а также по инициативе </w:t>
      </w:r>
      <w:r>
        <w:rPr>
          <w:sz w:val="28"/>
          <w:szCs w:val="28"/>
        </w:rPr>
        <w:t>председателя Совета и Главы поселения.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Предложения о созыве заседания должны содержать вносимые на обсуждение Совета вопросы.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О времени созыва и месте проведения заседания Совета, а также о внесенных на его рассмотрение вопросах, председател</w:t>
      </w:r>
      <w:r>
        <w:rPr>
          <w:sz w:val="28"/>
          <w:szCs w:val="28"/>
        </w:rPr>
        <w:t>ь</w:t>
      </w:r>
      <w:r w:rsidRPr="00C603A3">
        <w:rPr>
          <w:sz w:val="28"/>
          <w:szCs w:val="28"/>
        </w:rPr>
        <w:t xml:space="preserve"> Совета доводит до сведения всех его членов за 5-7 дней до заседания и в указанный срок предоставляет все необходимые материалы. 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18.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Заседания Совета проводятся гласно и носят, как правило, открытый характер.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 решению Совета, руководители и иные должностные лица предприятий, организаций и учреждений, расположенных на территории Колобовского городского поселения Шуйского муниципального района, обязаны  являться на заседания для предоставления информации по вопросам, относящимся к полномочиям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С согласия Совета на его заседаниях могут присутствовать депутаты других представительных органов, представители государственных органов, общественных и политических организаций, органов общественного самоуправления  населения, средств массовой информации, другие лица.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Желающие присутствовать на заседаниях Совета не позднее, чем за 3 дня до заседания обращаются к председател</w:t>
      </w:r>
      <w:r>
        <w:rPr>
          <w:sz w:val="28"/>
          <w:szCs w:val="28"/>
        </w:rPr>
        <w:t>ю Совета</w:t>
      </w:r>
      <w:r w:rsidRPr="00C603A3">
        <w:rPr>
          <w:sz w:val="28"/>
          <w:szCs w:val="28"/>
        </w:rPr>
        <w:t xml:space="preserve"> с соответствующим заявлением и необходимость их присутствия обсуждается и определяется решением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Приглашенные лица не имеют права вмешиваться в работу заседания, обязаны воздерживаться от проявления одобрения или неодобрения, соблюдать порядок и подчиняться распоряжениям председательствующего, а  в случае грубого нарушения порядка могут быть удалены из зала заседаний по распоряжению председательствующего.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большинством голосов присутствующих на заседании депутатов вправе принять решение о проведении закрытого заседания.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19.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Предложения о включении вопроса в повестку дня очередного заседания Совета принимаются при наличии подготовленного проекта решения, а в необходимых случаях – соответствующей справки.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на заседании не в праве принять решение о не включении данного вопроса в повестку дня, если 1/3 депутатов Совета настаивают на рассмотрении проекта.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Проекты решений, а в необходимых случаях – справки, предоставляются за 7 дней до заседания Совета председател</w:t>
      </w:r>
      <w:r>
        <w:rPr>
          <w:sz w:val="28"/>
          <w:szCs w:val="28"/>
        </w:rPr>
        <w:t>ю</w:t>
      </w:r>
      <w:r w:rsidRPr="00C603A3">
        <w:rPr>
          <w:sz w:val="28"/>
          <w:szCs w:val="28"/>
        </w:rPr>
        <w:t xml:space="preserve"> Совета, который определяет проект повестки дня заседания.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C603A3">
        <w:rPr>
          <w:sz w:val="28"/>
          <w:szCs w:val="28"/>
        </w:rPr>
        <w:t xml:space="preserve">   </w:t>
      </w:r>
      <w:r w:rsidRPr="0022191B">
        <w:rPr>
          <w:sz w:val="28"/>
          <w:szCs w:val="28"/>
          <w:u w:val="single"/>
        </w:rPr>
        <w:t xml:space="preserve">Статья  20.  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На заседании Совета председательствует председателя Совета, а в случае его отсутствия – его заместитель.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В случае отсутствия этих лиц ведение заседания поручается одному из депутатов. Это решение утверждается на заседании Совета.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ведет заседание сидя. Открывающий заседание Совета сообщает в обязательном порядке о количестве присутствующих на заседании депутатов, причинах отсутствия депутатов. Объявляет предполагаемую повестку дня и одновременно сообщает о  количестве и составе приглашенных лиц, не являющихся  депутатами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Повестка дня, решения о допуске лиц, желающих присутствовать на заседании Совета, ставится на голосование. Решение выносится простым большинством голосов от присутствующих на заседании депутатов Совета.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21.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Продолжительность и порядок работы заседания, время для докладов и содокладов, выступлений в прениях, перерывы в работе заседания определяются Советом с учетом принятой повестки дня и обеспечения депутатам необходимых условий для всестороннего обсуждения внесенных на рассмотрение Совета вопросов.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22.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Просьбы о предоставлении слова для выступления (доклада или содоклада) подаются, как правило, в письменном виде на имя председательствующего на заседании. Председательствующий может предоставить слово и при устном обращении депутата.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Слово для выступления предоставляется в порядке поступления просьб.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Слово по порядку ведения заседания, для справок, для ответа на вопрос или дачу разъяснения может быть предоставлено председательствующему вне очереди.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имеет право предоставить слово для выступления в прениях по рассматриваемому вопросу так же лицам, приглашенным на заседание и записанных для выступления, при этом член Совета пользуется правом первоочередного выступления.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 заседания в необходимых случаях с согласия других членов Совета может продлить время для выступления.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Вопросы докладчикам направляются, как правило, в письменном виде или задаются с места.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Член Совета может выступать по одному и тому же вопросу не более 2 раз. Переуступка права в пользу другого лица не допускается.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Выступающий на заседании Совета не должен использовать в своей речи грубые и некорректные выражения, призывать к незаконным и насильственным действиям.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в этом случае в</w:t>
      </w:r>
      <w:r>
        <w:rPr>
          <w:sz w:val="28"/>
          <w:szCs w:val="28"/>
        </w:rPr>
        <w:t>п</w:t>
      </w:r>
      <w:r w:rsidRPr="00C603A3">
        <w:rPr>
          <w:sz w:val="28"/>
          <w:szCs w:val="28"/>
        </w:rPr>
        <w:t>раве сделать предупреждение о недопущении таких высказываний. После второго предупреждения выступающий лишается слова.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Указанным лицам слово для повторного выступления по обсуждаемому вопросу не предоставляется.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Если оратор превысил отведенное время для выступления или выступает не по обсуждаемому вопросу, председательствующий после 1-го предупреждения лишает его слова.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23.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 случае необходимости по решению Совета рассмотрение вопросов может быть перенесено на заседание постоянных комиссий Совета. Выводы, рекомендации и предложения, выработанные при этом, докладываются Совету по возобновлению его заседаний.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24.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Для выработки окончательного текста решения Совета по предложению председательствующего или членов Совета может избираться редакционная комиссия.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Результат своей работы редакционная комиссия докладывает Совету.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 xml:space="preserve">Статья 25.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Рассмотрение предложений, дополнений, уточнений по проекту решения Совета проводится лишь после принятия Советом внесенного текста проекта решения за основу.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Допускается постатейное обсуждение решений.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26.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На каждом заседании Совета секретарем Совета ведется протокол, в котором фиксируется работа заседания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К протоколу прилагаются: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решения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письменные запросы членов Совета, рассмотренные на заседании;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предложения и замечания депутатов, переданные в письменной форме председательствующему на заседании;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письменные информации (справки), выданные депутатам к заседанию;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- явочный лист на заседание Совета.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Протокол заседания Совета должен быть оформлен и подписан председательствующим и секретарем не позднее 7-10 дней после его закрытия.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 xml:space="preserve">Статья  27. 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Отпечатанные и подписанные протоколы Совета являются доступными и хранятся в администрации поселения. 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C12C2" w:rsidRDefault="007310E0" w:rsidP="005C38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Порядок голосования и принятия решений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28.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 решению Совета голосование по предлагаемому проекту решения проводится в целом или по разделам и пунктам, а затем в целом.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C603A3">
        <w:rPr>
          <w:sz w:val="28"/>
          <w:szCs w:val="28"/>
        </w:rPr>
        <w:t xml:space="preserve"> </w:t>
      </w:r>
      <w:r w:rsidRPr="0022191B">
        <w:rPr>
          <w:sz w:val="28"/>
          <w:szCs w:val="28"/>
          <w:u w:val="single"/>
        </w:rPr>
        <w:t>Статья 29.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Решения Совета принимаются на заседаниях открытым (в т.ч. поименным) или тайным голосованием.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При отсутствии необходимого для проведения голосования числа депутатов решением председательствующего оно откладывается и переносится на следующее заседание.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 решению, принимаемому большинством голосов присутствующих депутатов, голосование может проводиться путем опроса депутатов с закреплением их мнения в подписном листе.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Если при определении результатов голосования выявятся процедурные ошибки голосования, то по решению Совета может быть проведено повторное голосование.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30.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Голосование проводится поднятием рук. По окончании подсчета голосов председательствующий объявляет, принято решение или не принято.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31.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Тайное голосование проводится по решению Совета, принимаемому большинством голосов от числа присутствующих на заседании Совета депутатов.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Для проведения тайного голосования и определения его результатов избирается счетная комиссия.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Время, место и порядок проведения голосования устанавливает счетная комиссия.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32.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Решения Совета о принятии Устава Колобовского городского поселения, внесении в него изменений и дополнений считаются принятыми, если за них проголосовало не менее </w:t>
      </w:r>
      <w:r>
        <w:rPr>
          <w:sz w:val="28"/>
          <w:szCs w:val="28"/>
        </w:rPr>
        <w:t>50 процентов</w:t>
      </w:r>
      <w:r w:rsidRPr="00C603A3">
        <w:rPr>
          <w:sz w:val="28"/>
          <w:szCs w:val="28"/>
        </w:rPr>
        <w:t xml:space="preserve"> от </w:t>
      </w:r>
      <w:r>
        <w:rPr>
          <w:sz w:val="28"/>
          <w:szCs w:val="28"/>
        </w:rPr>
        <w:t>избранного</w:t>
      </w:r>
      <w:r w:rsidRPr="00C603A3">
        <w:rPr>
          <w:sz w:val="28"/>
          <w:szCs w:val="28"/>
        </w:rPr>
        <w:t xml:space="preserve"> числа депутатов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 остальным вопросам решение принимается большинством голосов от установленного числа депутатов Совета.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33.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 результатам обсуждения Совет выносит одно из следующих решений: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принять Решение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принять Решение Совета в первом чтении или за основу;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отклонить представленный проект Решения.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34.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Депутат не согласный с Решением, вправе в устной форме изложить свою точку зрения на заседании и в письменной форме приложить к протоколу заседания.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35.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Решение Совета может быть отменено лишь самим Советом или в судебном порядке.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36.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Решения Совета, носящие нормативный характер, вступают в силу с момента их опубликования в средствах массовой информации, если иной срок не определен самим решением.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6B2DF8" w:rsidRDefault="007310E0" w:rsidP="005C38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Права и обязанности депутатов Совета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 xml:space="preserve">Статья  37. 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             Депутат Совета пользуется правом решающего голоса по всем вопросам, рассматриваемым на заседании Совета. Депутат Совета обязан присутствовать на заседаниях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Депутат Совета вправе: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избирать и быть избранным в любой орган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предлагать вопросы для рассмотрения Совету;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вносить предложения и изменения в повестку дня заседания, по порядку рассмотрения и существу обсуждаемых вопросов;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вносить проекты решений и поправок к ним;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участвовать в прениях, обращаться с депутатскими запросами, задавать вопросы;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выступать с обоснованием своих предложений и по мотивам голосования, давать справки;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участвовать в работе постоянной комиссии, членом которой он является;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вносить предложения о заслушивании на заседании Совета отчета или информации любого органа, либо должностного лица подотчетного или подконтрольного  Совету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создавать, регистрировать и упразднять депутатские группы (фракции).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C603A3" w:rsidRDefault="007310E0" w:rsidP="005C38E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Права и обязанности председательствующего на заседании Совета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  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38.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в ходе заседания Совета: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руководит общим ходом заседания, следит за соблюдением положения настоящего Регламента;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предоставляется слово для выступления в порядке поступления заявок, в соответствии с повесткой дня, требованиями настоящего Регламента;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- ставит на голосование каждое предложение депутатов в порядке поступления; 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организует голосование и подсчет голосов, оглашает результаты голосования;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обеспечивает выполнение организационных решений Совета;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контролирует работу Совета, ведение протоколов заседаний, удостоверяет указанные документы своей подписью;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при нарушении положений настоящего Регламента вправе предупредить депутата, а при повторном нарушении может лишить его слова;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  <w:r w:rsidRPr="00C603A3">
        <w:rPr>
          <w:sz w:val="28"/>
          <w:szCs w:val="28"/>
        </w:rPr>
        <w:t>- может удалить из зала заседаний приглашенных лиц, мешающих работе Совета.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39.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в ходе заседания Совета не вправе комментировать выступления, давать характеристику выступающим.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Председательствующий принимает участие и выступает по обсуждаемым вопросам в общем установленном порядке.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C603A3" w:rsidRDefault="007310E0" w:rsidP="005C38E0">
      <w:pPr>
        <w:jc w:val="center"/>
        <w:rPr>
          <w:sz w:val="28"/>
          <w:szCs w:val="28"/>
        </w:rPr>
      </w:pPr>
      <w:r w:rsidRPr="006B2DF8">
        <w:rPr>
          <w:b/>
          <w:bCs/>
          <w:sz w:val="28"/>
          <w:szCs w:val="28"/>
        </w:rPr>
        <w:t>8.</w:t>
      </w:r>
      <w:r w:rsidRPr="00C603A3">
        <w:rPr>
          <w:sz w:val="28"/>
          <w:szCs w:val="28"/>
        </w:rPr>
        <w:t xml:space="preserve">  </w:t>
      </w:r>
      <w:r w:rsidRPr="006B2DF8">
        <w:rPr>
          <w:b/>
          <w:bCs/>
          <w:sz w:val="28"/>
          <w:szCs w:val="28"/>
        </w:rPr>
        <w:t>Осуществление Советом контрольных полномочий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C603A3">
        <w:rPr>
          <w:sz w:val="28"/>
          <w:szCs w:val="28"/>
        </w:rPr>
        <w:t xml:space="preserve">  </w:t>
      </w:r>
      <w:r w:rsidRPr="0022191B">
        <w:rPr>
          <w:sz w:val="28"/>
          <w:szCs w:val="28"/>
          <w:u w:val="single"/>
        </w:rPr>
        <w:t>Статья  40.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Совет непосредственно осуществляет в рамках своих полномочий контроль за соблюдением и проведением в жизнь органами местного самоуправления, предприятиями и организациями Конституции Российской Федерации, Федеральных законов Российской Федерации, правовых актов Ивановской области, исполнением бюджета, распоряжением имуществом, относящимся к собственности </w:t>
      </w:r>
      <w:r>
        <w:rPr>
          <w:sz w:val="28"/>
          <w:szCs w:val="28"/>
        </w:rPr>
        <w:t>поселения</w:t>
      </w:r>
      <w:r w:rsidRPr="00C603A3">
        <w:rPr>
          <w:sz w:val="28"/>
          <w:szCs w:val="28"/>
        </w:rPr>
        <w:t>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 41.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Администрация Колобовского городского поселения подотчетна Совету в пределах его компетенции.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ежегодно заслушивает информацию Администрации поселения об исполнении бюджета, планов и программ развития поселения.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42.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Депутат, группа депутатов вправе вносить обоснованные предложения о заслушивании на заседаниях Совета докладов руководителей органов и структурных подразделений администрации Колобовского городского поселения о состоянии дел в подведомственной сфере.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43.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 xml:space="preserve">Депутат или группа депутатов Совета вправе внести на рассмотрение Совета обращение (запрос) к Совету, Главе поселения, администрации поселения, руководителям предприятий, учреждений, организаций, расположенных на территории </w:t>
      </w:r>
      <w:r>
        <w:rPr>
          <w:sz w:val="28"/>
          <w:szCs w:val="28"/>
        </w:rPr>
        <w:t>поселения</w:t>
      </w:r>
      <w:r w:rsidRPr="00C603A3">
        <w:rPr>
          <w:sz w:val="28"/>
          <w:szCs w:val="28"/>
        </w:rPr>
        <w:t>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Такое обращение вносится в письменной форме и оглашается на заседании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Орган местного самоуправления или должностное лицо, к которому внесено обращение, обязаны в 30-дневный срок дать устный или письменный ответ, который оглашается на заседании Совета.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По результатам рассмотрения обращения (запроса) Советом может быть принято отдельное Решение.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44.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заслушивает отчеты постоянных комиссий Совета и принимает по ним решения. В случае, если деятельность комиссии будет признана неудовлетворительной, Совет может поставить вопрос о перевыборах ее председателя.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45.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может заслушивать сообщения депутата о выполнении им депутатских обязанностей, решений и поручений Совета.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C603A3" w:rsidRDefault="007310E0" w:rsidP="005C38E0">
      <w:pPr>
        <w:jc w:val="center"/>
        <w:rPr>
          <w:sz w:val="28"/>
          <w:szCs w:val="28"/>
        </w:rPr>
      </w:pPr>
      <w:r w:rsidRPr="006B2DF8">
        <w:rPr>
          <w:b/>
          <w:bCs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6B2DF8">
        <w:rPr>
          <w:b/>
          <w:bCs/>
          <w:sz w:val="28"/>
          <w:szCs w:val="28"/>
        </w:rPr>
        <w:t xml:space="preserve">Взаимоотношения Совета с представительными органами власти, </w:t>
      </w:r>
      <w:r>
        <w:rPr>
          <w:b/>
          <w:bCs/>
          <w:sz w:val="28"/>
          <w:szCs w:val="28"/>
        </w:rPr>
        <w:t xml:space="preserve">исполнительными </w:t>
      </w:r>
      <w:r w:rsidRPr="006B2DF8">
        <w:rPr>
          <w:b/>
          <w:bCs/>
          <w:sz w:val="28"/>
          <w:szCs w:val="28"/>
        </w:rPr>
        <w:t>органами государственной власти и территориальными органами местного самоуправления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46.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принимает Устав поселения, который регистрируется органами юстиции РФ.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47.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Органы местного самоуправления Колобовского городского поселения могут наделяться отдельными государственными полномочиями с передачей им необходимых для осуществления этих полномочий материальных и финансовых средств. Реализация указанных полномочий подконтрольна органам государственной власти.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48.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Взаимоотношения с администрацией поселения и администраци</w:t>
      </w:r>
      <w:r>
        <w:rPr>
          <w:sz w:val="28"/>
          <w:szCs w:val="28"/>
        </w:rPr>
        <w:t>й</w:t>
      </w:r>
      <w:r w:rsidRPr="00C603A3">
        <w:rPr>
          <w:sz w:val="28"/>
          <w:szCs w:val="28"/>
        </w:rPr>
        <w:t xml:space="preserve"> района регулируются действующими Законами Российской Федерации, Указами Президента РФ, Уставом Колобовского городского поселения, настоящим Регламентом.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Не допускается осуществление Советом исполнительно-распорядительных функций, входящих в компетенцию исполнительной власти.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49.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Взаимоотношения Совета с органами территориального самоуправления регулируются Законом РФ «О местном самоуправлении в Российской Федерации», Законами Ивановской области, Уставом Колобовского городского поселения и настоящим Регламентом.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Совет осуществляет координацию деятельности органов территориального общественного самоуправления населения и оказывает содействие их деятельности и развитию.</w:t>
      </w:r>
    </w:p>
    <w:p w:rsidR="007310E0" w:rsidRPr="00C603A3" w:rsidRDefault="007310E0" w:rsidP="005C38E0">
      <w:pPr>
        <w:jc w:val="both"/>
        <w:rPr>
          <w:sz w:val="28"/>
          <w:szCs w:val="28"/>
        </w:rPr>
      </w:pPr>
    </w:p>
    <w:p w:rsidR="007310E0" w:rsidRPr="0022191B" w:rsidRDefault="007310E0" w:rsidP="005C38E0">
      <w:pPr>
        <w:jc w:val="center"/>
        <w:rPr>
          <w:b/>
          <w:bCs/>
          <w:sz w:val="28"/>
          <w:szCs w:val="28"/>
        </w:rPr>
      </w:pPr>
      <w:r w:rsidRPr="0022191B">
        <w:rPr>
          <w:b/>
          <w:bCs/>
          <w:sz w:val="28"/>
          <w:szCs w:val="28"/>
        </w:rPr>
        <w:t>10. Заключительные положения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50.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Утверждение Регламента, внесение в него изменений и дополнений оформляется решением Совета, принимаемым большинством голосов от числа депутатов, избранных в Совет.</w:t>
      </w:r>
    </w:p>
    <w:p w:rsidR="007310E0" w:rsidRPr="0022191B" w:rsidRDefault="007310E0" w:rsidP="005C38E0">
      <w:pPr>
        <w:jc w:val="both"/>
        <w:rPr>
          <w:sz w:val="28"/>
          <w:szCs w:val="28"/>
          <w:u w:val="single"/>
        </w:rPr>
      </w:pPr>
      <w:r w:rsidRPr="0022191B">
        <w:rPr>
          <w:sz w:val="28"/>
          <w:szCs w:val="28"/>
          <w:u w:val="single"/>
        </w:rPr>
        <w:t>Статья  51.</w:t>
      </w:r>
    </w:p>
    <w:p w:rsidR="007310E0" w:rsidRPr="00C603A3" w:rsidRDefault="007310E0" w:rsidP="005C38E0">
      <w:pPr>
        <w:ind w:firstLine="708"/>
        <w:jc w:val="both"/>
        <w:rPr>
          <w:sz w:val="28"/>
          <w:szCs w:val="28"/>
        </w:rPr>
      </w:pPr>
      <w:r w:rsidRPr="00C603A3">
        <w:rPr>
          <w:sz w:val="28"/>
          <w:szCs w:val="28"/>
        </w:rPr>
        <w:t>Настоящий Регламент вступает в силу с момента официального опубликования Решения о нем.</w:t>
      </w:r>
    </w:p>
    <w:p w:rsidR="007310E0" w:rsidRDefault="007310E0" w:rsidP="005C38E0"/>
    <w:p w:rsidR="007310E0" w:rsidRDefault="007310E0"/>
    <w:sectPr w:rsidR="007310E0" w:rsidSect="002B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33395"/>
    <w:multiLevelType w:val="hybridMultilevel"/>
    <w:tmpl w:val="794E038E"/>
    <w:lvl w:ilvl="0" w:tplc="A51A5BA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2AE"/>
    <w:rsid w:val="0022191B"/>
    <w:rsid w:val="00277542"/>
    <w:rsid w:val="00280B2B"/>
    <w:rsid w:val="00285546"/>
    <w:rsid w:val="002B4C22"/>
    <w:rsid w:val="002C12C2"/>
    <w:rsid w:val="002F4D4D"/>
    <w:rsid w:val="004E1738"/>
    <w:rsid w:val="00544C39"/>
    <w:rsid w:val="00555337"/>
    <w:rsid w:val="005C38E0"/>
    <w:rsid w:val="006B2DF8"/>
    <w:rsid w:val="007310E0"/>
    <w:rsid w:val="00845368"/>
    <w:rsid w:val="00901D04"/>
    <w:rsid w:val="00AA25EE"/>
    <w:rsid w:val="00BF72AE"/>
    <w:rsid w:val="00C603A3"/>
    <w:rsid w:val="00FC52E6"/>
    <w:rsid w:val="00FF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A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2AE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72AE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F72AE"/>
    <w:pPr>
      <w:keepNext/>
      <w:jc w:val="center"/>
      <w:outlineLvl w:val="2"/>
    </w:pPr>
    <w:rPr>
      <w:rFonts w:eastAsia="Calibri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F72AE"/>
    <w:pPr>
      <w:keepNext/>
      <w:jc w:val="center"/>
      <w:outlineLvl w:val="3"/>
    </w:pPr>
    <w:rPr>
      <w:rFonts w:eastAsia="Calibri"/>
      <w:b/>
      <w:bCs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F7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F7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F7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F72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72A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5533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11</Pages>
  <Words>3104</Words>
  <Characters>17693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5</cp:revision>
  <cp:lastPrinted>2015-10-18T12:24:00Z</cp:lastPrinted>
  <dcterms:created xsi:type="dcterms:W3CDTF">2015-10-18T12:21:00Z</dcterms:created>
  <dcterms:modified xsi:type="dcterms:W3CDTF">2015-11-17T09:41:00Z</dcterms:modified>
</cp:coreProperties>
</file>