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9F8" w:rsidRPr="00936DF0" w:rsidRDefault="003679F8" w:rsidP="00162B93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936DF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 w:rsidRPr="00936DF0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3679F8" w:rsidRPr="00936DF0" w:rsidRDefault="003679F8" w:rsidP="00162B93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936DF0">
        <w:rPr>
          <w:rFonts w:ascii="Times New Roman" w:hAnsi="Times New Roman" w:cs="Times New Roman"/>
          <w:sz w:val="24"/>
          <w:szCs w:val="24"/>
        </w:rPr>
        <w:t>Администрации Колобовского</w:t>
      </w:r>
    </w:p>
    <w:p w:rsidR="003679F8" w:rsidRPr="00936DF0" w:rsidRDefault="003679F8" w:rsidP="00162B93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936DF0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3679F8" w:rsidRPr="00B545C2" w:rsidRDefault="003679F8" w:rsidP="00162B93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20.01.2021 года № 5</w:t>
      </w:r>
    </w:p>
    <w:p w:rsidR="003679F8" w:rsidRDefault="003679F8" w:rsidP="007B6090">
      <w:pPr>
        <w:jc w:val="right"/>
        <w:rPr>
          <w:rFonts w:ascii="Times New Roman" w:hAnsi="Times New Roman" w:cs="Times New Roman"/>
        </w:rPr>
      </w:pPr>
    </w:p>
    <w:p w:rsidR="003679F8" w:rsidRDefault="003679F8" w:rsidP="007B60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3679F8" w:rsidRDefault="003679F8" w:rsidP="007B60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Инструкций по обработке персональных данных в администрации Колобовского городского поселения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5"/>
        <w:gridCol w:w="5872"/>
        <w:gridCol w:w="2914"/>
      </w:tblGrid>
      <w:tr w:rsidR="003679F8" w:rsidRPr="00245E92">
        <w:tc>
          <w:tcPr>
            <w:tcW w:w="850" w:type="dxa"/>
          </w:tcPr>
          <w:p w:rsidR="003679F8" w:rsidRPr="00245E92" w:rsidRDefault="003679F8" w:rsidP="00245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E9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98" w:type="dxa"/>
          </w:tcPr>
          <w:p w:rsidR="003679F8" w:rsidRPr="00245E92" w:rsidRDefault="003679F8" w:rsidP="00245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E92">
              <w:rPr>
                <w:rFonts w:ascii="Times New Roman" w:hAnsi="Times New Roman" w:cs="Times New Roman"/>
                <w:sz w:val="28"/>
                <w:szCs w:val="28"/>
              </w:rPr>
              <w:t>Название инструкции</w:t>
            </w:r>
          </w:p>
        </w:tc>
        <w:tc>
          <w:tcPr>
            <w:tcW w:w="3191" w:type="dxa"/>
          </w:tcPr>
          <w:p w:rsidR="003679F8" w:rsidRPr="00245E92" w:rsidRDefault="003679F8" w:rsidP="00245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E92">
              <w:rPr>
                <w:rFonts w:ascii="Times New Roman" w:hAnsi="Times New Roman" w:cs="Times New Roman"/>
                <w:sz w:val="28"/>
                <w:szCs w:val="28"/>
              </w:rPr>
              <w:t>Номер инструкции</w:t>
            </w:r>
          </w:p>
        </w:tc>
      </w:tr>
      <w:tr w:rsidR="003679F8" w:rsidRPr="00245E92">
        <w:trPr>
          <w:trHeight w:val="1198"/>
        </w:trPr>
        <w:tc>
          <w:tcPr>
            <w:tcW w:w="850" w:type="dxa"/>
          </w:tcPr>
          <w:p w:rsidR="003679F8" w:rsidRPr="00245E92" w:rsidRDefault="003679F8" w:rsidP="00245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E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98" w:type="dxa"/>
          </w:tcPr>
          <w:p w:rsidR="003679F8" w:rsidRPr="00245E92" w:rsidRDefault="003679F8" w:rsidP="00245E92">
            <w:pPr>
              <w:pStyle w:val="Heading2"/>
              <w:spacing w:before="0" w:after="0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245E9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Должностная инструкция ответственного за организацию обработки персональных данных в Администрации Колобовского городского поселения Шуйского муниципального района Ивановской области</w:t>
            </w:r>
          </w:p>
        </w:tc>
        <w:tc>
          <w:tcPr>
            <w:tcW w:w="3191" w:type="dxa"/>
          </w:tcPr>
          <w:p w:rsidR="003679F8" w:rsidRPr="00245E92" w:rsidRDefault="003679F8" w:rsidP="00245E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E92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3679F8" w:rsidRPr="00245E92">
        <w:tc>
          <w:tcPr>
            <w:tcW w:w="850" w:type="dxa"/>
          </w:tcPr>
          <w:p w:rsidR="003679F8" w:rsidRPr="00245E92" w:rsidRDefault="003679F8" w:rsidP="00245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E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98" w:type="dxa"/>
          </w:tcPr>
          <w:p w:rsidR="003679F8" w:rsidRPr="00245E92" w:rsidRDefault="003679F8" w:rsidP="00245E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E92">
              <w:rPr>
                <w:rFonts w:ascii="Times New Roman" w:hAnsi="Times New Roman" w:cs="Times New Roman"/>
                <w:sz w:val="24"/>
                <w:szCs w:val="24"/>
              </w:rPr>
              <w:t>Инструкция по проведению инструктажа лиц, допущенных к работе с информационной системой персональных данных администрации Колобовского городского поселения</w:t>
            </w:r>
          </w:p>
        </w:tc>
        <w:tc>
          <w:tcPr>
            <w:tcW w:w="3191" w:type="dxa"/>
          </w:tcPr>
          <w:p w:rsidR="003679F8" w:rsidRPr="00245E92" w:rsidRDefault="003679F8" w:rsidP="00245E92">
            <w:pPr>
              <w:spacing w:after="0" w:line="240" w:lineRule="auto"/>
            </w:pPr>
            <w:r w:rsidRPr="00245E92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</w:tc>
      </w:tr>
      <w:tr w:rsidR="003679F8" w:rsidRPr="00245E92">
        <w:tc>
          <w:tcPr>
            <w:tcW w:w="850" w:type="dxa"/>
          </w:tcPr>
          <w:p w:rsidR="003679F8" w:rsidRPr="00245E92" w:rsidRDefault="003679F8" w:rsidP="00245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E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98" w:type="dxa"/>
          </w:tcPr>
          <w:p w:rsidR="003679F8" w:rsidRPr="00245E92" w:rsidRDefault="003679F8" w:rsidP="00245E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E92">
              <w:rPr>
                <w:rFonts w:ascii="Times New Roman" w:hAnsi="Times New Roman" w:cs="Times New Roman"/>
                <w:sz w:val="24"/>
                <w:szCs w:val="24"/>
              </w:rPr>
              <w:t>Инструкция по учету лиц допущенных к работе с персональными данными в информационных системах персональных данных</w:t>
            </w:r>
          </w:p>
        </w:tc>
        <w:tc>
          <w:tcPr>
            <w:tcW w:w="3191" w:type="dxa"/>
          </w:tcPr>
          <w:p w:rsidR="003679F8" w:rsidRPr="00245E92" w:rsidRDefault="003679F8" w:rsidP="00245E92">
            <w:pPr>
              <w:spacing w:after="0" w:line="240" w:lineRule="auto"/>
            </w:pPr>
            <w:r w:rsidRPr="00245E92"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</w:tc>
      </w:tr>
      <w:tr w:rsidR="003679F8" w:rsidRPr="00245E92">
        <w:tc>
          <w:tcPr>
            <w:tcW w:w="850" w:type="dxa"/>
          </w:tcPr>
          <w:p w:rsidR="003679F8" w:rsidRPr="00245E92" w:rsidRDefault="003679F8" w:rsidP="00245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E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98" w:type="dxa"/>
          </w:tcPr>
          <w:p w:rsidR="003679F8" w:rsidRPr="00245E92" w:rsidRDefault="003679F8" w:rsidP="00245E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E92">
              <w:rPr>
                <w:rFonts w:ascii="Times New Roman" w:hAnsi="Times New Roman" w:cs="Times New Roman"/>
                <w:sz w:val="24"/>
                <w:szCs w:val="24"/>
              </w:rPr>
              <w:t>Инструкция пользователя информационной системы персональных данных при возникновении нештатных ситуаций</w:t>
            </w:r>
          </w:p>
        </w:tc>
        <w:tc>
          <w:tcPr>
            <w:tcW w:w="3191" w:type="dxa"/>
          </w:tcPr>
          <w:p w:rsidR="003679F8" w:rsidRPr="00245E92" w:rsidRDefault="003679F8" w:rsidP="00245E92">
            <w:pPr>
              <w:spacing w:after="0" w:line="240" w:lineRule="auto"/>
            </w:pPr>
            <w:r w:rsidRPr="00245E92"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3679F8" w:rsidRPr="00245E92">
        <w:tc>
          <w:tcPr>
            <w:tcW w:w="850" w:type="dxa"/>
          </w:tcPr>
          <w:p w:rsidR="003679F8" w:rsidRPr="00245E92" w:rsidRDefault="003679F8" w:rsidP="00245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E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98" w:type="dxa"/>
          </w:tcPr>
          <w:p w:rsidR="003679F8" w:rsidRPr="00245E92" w:rsidRDefault="003679F8" w:rsidP="00245E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E92">
              <w:rPr>
                <w:rFonts w:ascii="Times New Roman" w:hAnsi="Times New Roman" w:cs="Times New Roman"/>
                <w:sz w:val="24"/>
                <w:szCs w:val="24"/>
              </w:rPr>
              <w:t>Инструкция по антивирусной защите в информационных системах персональных данных администрации Колобовского городского поселения</w:t>
            </w:r>
          </w:p>
        </w:tc>
        <w:tc>
          <w:tcPr>
            <w:tcW w:w="3191" w:type="dxa"/>
          </w:tcPr>
          <w:p w:rsidR="003679F8" w:rsidRPr="00245E92" w:rsidRDefault="003679F8" w:rsidP="00245E92">
            <w:pPr>
              <w:spacing w:after="0" w:line="240" w:lineRule="auto"/>
            </w:pPr>
            <w:r w:rsidRPr="00245E92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3679F8" w:rsidRPr="00245E92">
        <w:tc>
          <w:tcPr>
            <w:tcW w:w="850" w:type="dxa"/>
          </w:tcPr>
          <w:p w:rsidR="003679F8" w:rsidRPr="00245E92" w:rsidRDefault="003679F8" w:rsidP="00245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E9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98" w:type="dxa"/>
          </w:tcPr>
          <w:p w:rsidR="003679F8" w:rsidRPr="00245E92" w:rsidRDefault="003679F8" w:rsidP="00245E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E92">
              <w:rPr>
                <w:rFonts w:ascii="Times New Roman" w:hAnsi="Times New Roman" w:cs="Times New Roman"/>
                <w:sz w:val="24"/>
                <w:szCs w:val="24"/>
              </w:rPr>
              <w:t>Инструкция по учету и хранению съемных носителей персональных данных в администрации Колобовского городского поселения</w:t>
            </w:r>
          </w:p>
        </w:tc>
        <w:tc>
          <w:tcPr>
            <w:tcW w:w="3191" w:type="dxa"/>
          </w:tcPr>
          <w:p w:rsidR="003679F8" w:rsidRPr="00245E92" w:rsidRDefault="003679F8" w:rsidP="00245E92">
            <w:pPr>
              <w:spacing w:after="0" w:line="240" w:lineRule="auto"/>
            </w:pPr>
            <w:r w:rsidRPr="00245E92">
              <w:rPr>
                <w:rFonts w:ascii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3679F8" w:rsidRPr="00245E92">
        <w:tc>
          <w:tcPr>
            <w:tcW w:w="850" w:type="dxa"/>
          </w:tcPr>
          <w:p w:rsidR="003679F8" w:rsidRPr="00245E92" w:rsidRDefault="003679F8" w:rsidP="00245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E9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98" w:type="dxa"/>
          </w:tcPr>
          <w:p w:rsidR="003679F8" w:rsidRPr="00245E92" w:rsidRDefault="003679F8" w:rsidP="00245E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E92">
              <w:rPr>
                <w:rFonts w:ascii="Times New Roman" w:hAnsi="Times New Roman" w:cs="Times New Roman"/>
                <w:sz w:val="24"/>
                <w:szCs w:val="24"/>
              </w:rPr>
              <w:t>Инструкция по организации резервирования и восстановления программного обеспечения баз персональных данных информационной системы персональных данных администрации Колобовского городского поселения</w:t>
            </w:r>
          </w:p>
        </w:tc>
        <w:tc>
          <w:tcPr>
            <w:tcW w:w="3191" w:type="dxa"/>
          </w:tcPr>
          <w:p w:rsidR="003679F8" w:rsidRPr="00245E92" w:rsidRDefault="003679F8" w:rsidP="00245E92">
            <w:pPr>
              <w:spacing w:after="0" w:line="240" w:lineRule="auto"/>
            </w:pPr>
            <w:r w:rsidRPr="00245E92"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3679F8" w:rsidRPr="00245E92">
        <w:tc>
          <w:tcPr>
            <w:tcW w:w="850" w:type="dxa"/>
          </w:tcPr>
          <w:p w:rsidR="003679F8" w:rsidRPr="00245E92" w:rsidRDefault="003679F8" w:rsidP="00245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E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98" w:type="dxa"/>
          </w:tcPr>
          <w:p w:rsidR="003679F8" w:rsidRPr="00245E92" w:rsidRDefault="003679F8" w:rsidP="00245E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E92">
              <w:rPr>
                <w:rFonts w:ascii="Times New Roman" w:hAnsi="Times New Roman" w:cs="Times New Roman"/>
                <w:sz w:val="24"/>
                <w:szCs w:val="24"/>
              </w:rPr>
              <w:t>Инструкция пользователя информационной системы персональных данных администрации  Колобовского городского поселения</w:t>
            </w:r>
          </w:p>
        </w:tc>
        <w:tc>
          <w:tcPr>
            <w:tcW w:w="3191" w:type="dxa"/>
          </w:tcPr>
          <w:p w:rsidR="003679F8" w:rsidRPr="00245E92" w:rsidRDefault="003679F8" w:rsidP="00245E92">
            <w:pPr>
              <w:spacing w:after="0" w:line="240" w:lineRule="auto"/>
            </w:pPr>
            <w:r w:rsidRPr="00245E92">
              <w:rPr>
                <w:rFonts w:ascii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</w:tbl>
    <w:p w:rsidR="003679F8" w:rsidRPr="007B6090" w:rsidRDefault="003679F8" w:rsidP="007B609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679F8" w:rsidRPr="007B6090" w:rsidSect="00294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6090"/>
    <w:rsid w:val="00162B93"/>
    <w:rsid w:val="0023550D"/>
    <w:rsid w:val="00245E92"/>
    <w:rsid w:val="00294C2A"/>
    <w:rsid w:val="002B3E07"/>
    <w:rsid w:val="003679F8"/>
    <w:rsid w:val="00407301"/>
    <w:rsid w:val="00423A4B"/>
    <w:rsid w:val="00537363"/>
    <w:rsid w:val="00725000"/>
    <w:rsid w:val="007B6090"/>
    <w:rsid w:val="0093055E"/>
    <w:rsid w:val="00936DF0"/>
    <w:rsid w:val="00B545C2"/>
    <w:rsid w:val="00C86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C2A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B6090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B6090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7B609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162B93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222</Words>
  <Characters>1271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1</cp:lastModifiedBy>
  <cp:revision>5</cp:revision>
  <cp:lastPrinted>2021-01-27T06:43:00Z</cp:lastPrinted>
  <dcterms:created xsi:type="dcterms:W3CDTF">2018-11-16T09:20:00Z</dcterms:created>
  <dcterms:modified xsi:type="dcterms:W3CDTF">2021-01-27T06:43:00Z</dcterms:modified>
</cp:coreProperties>
</file>