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67" w:rsidRDefault="00F45867" w:rsidP="00A55096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F45867" w:rsidRPr="00217AB2" w:rsidRDefault="00F45867" w:rsidP="00A5509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45867" w:rsidRDefault="00F45867" w:rsidP="00A55096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45867" w:rsidRDefault="00F45867" w:rsidP="00A55096">
      <w:pPr>
        <w:pStyle w:val="BodyText"/>
      </w:pPr>
    </w:p>
    <w:p w:rsidR="00F45867" w:rsidRPr="00217AB2" w:rsidRDefault="00F45867" w:rsidP="00A5509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45867" w:rsidRPr="00217AB2" w:rsidRDefault="00F45867" w:rsidP="00A5509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45867" w:rsidRDefault="00F45867" w:rsidP="00A55096">
      <w:pPr>
        <w:pStyle w:val="BodyText"/>
        <w:jc w:val="center"/>
      </w:pPr>
      <w:r>
        <w:t>от  17.02.2015 года  № 15</w:t>
      </w:r>
    </w:p>
    <w:p w:rsidR="00F45867" w:rsidRDefault="00F45867" w:rsidP="00A55096">
      <w:pPr>
        <w:pStyle w:val="BodyText"/>
        <w:jc w:val="center"/>
      </w:pPr>
      <w:r>
        <w:t>пос. Колобово</w:t>
      </w:r>
    </w:p>
    <w:p w:rsidR="00F45867" w:rsidRDefault="00F45867" w:rsidP="00A55096"/>
    <w:p w:rsidR="00F45867" w:rsidRDefault="00F45867" w:rsidP="00A5509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F45867" w:rsidRDefault="00F45867" w:rsidP="00A55096">
      <w:pPr>
        <w:rPr>
          <w:sz w:val="28"/>
          <w:szCs w:val="28"/>
        </w:rPr>
      </w:pPr>
    </w:p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Указом Президента российской Федерации от 07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Паспорт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F4586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Колобоского городского поселения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Pr="00E11B20" w:rsidRDefault="00F45867" w:rsidP="005E42BF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>Обеспечение доступным и комфортабельным жильем, услугами жилищно-коммунального хозяйства населения Колобовского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2014-2017 годы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2014-2017г.</w:t>
            </w:r>
          </w:p>
          <w:p w:rsidR="00F45867" w:rsidRDefault="00F45867" w:rsidP="005E42BF">
            <w:r>
              <w:t>Содержание и ремонт муниципального имущества</w:t>
            </w:r>
          </w:p>
          <w:p w:rsidR="00F45867" w:rsidRDefault="00F45867" w:rsidP="005E42BF">
            <w:r>
              <w:t>Обеспечение энергосбережения и энергетической эффективности в     Колобовском городском поселении</w:t>
            </w:r>
          </w:p>
          <w:p w:rsidR="00F45867" w:rsidRDefault="00F45867" w:rsidP="005E42BF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Pr="00C02B65" w:rsidRDefault="00F45867" w:rsidP="005E42BF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F45867" w:rsidRPr="00C02B65" w:rsidRDefault="00F45867" w:rsidP="005E42BF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Pr="00F30E67" w:rsidRDefault="00F45867" w:rsidP="005E42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45867" w:rsidRDefault="00F45867" w:rsidP="005E42B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F45867" w:rsidRDefault="00F45867" w:rsidP="005E42B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4207856,62 </w:t>
            </w:r>
            <w:r w:rsidRPr="001E3B19">
              <w:t>руб.</w:t>
            </w:r>
            <w:r>
              <w:t>из них:</w:t>
            </w:r>
          </w:p>
          <w:p w:rsidR="00F45867" w:rsidRDefault="00F45867" w:rsidP="005E42BF">
            <w:pPr>
              <w:jc w:val="both"/>
            </w:pPr>
            <w:r>
              <w:t>Средства областного бюджета- 2880944,00 руб.</w:t>
            </w:r>
          </w:p>
          <w:p w:rsidR="00F45867" w:rsidRPr="001E3B19" w:rsidRDefault="00F45867" w:rsidP="005E42BF">
            <w:pPr>
              <w:jc w:val="both"/>
            </w:pPr>
            <w:r>
              <w:t xml:space="preserve"> средства местного бюджета – 1326912,62 руб.</w:t>
            </w:r>
          </w:p>
          <w:p w:rsidR="00F45867" w:rsidRPr="001E3B19" w:rsidRDefault="00F45867" w:rsidP="005E42BF">
            <w:pPr>
              <w:jc w:val="both"/>
            </w:pPr>
            <w:r>
              <w:t xml:space="preserve">2016г. – 3932851,00 </w:t>
            </w:r>
            <w:r w:rsidRPr="001E3B19">
              <w:t>руб.</w:t>
            </w:r>
            <w:r>
              <w:t>, из них:</w:t>
            </w:r>
          </w:p>
          <w:p w:rsidR="00F45867" w:rsidRDefault="00F45867" w:rsidP="005E42BF">
            <w:pPr>
              <w:jc w:val="both"/>
            </w:pPr>
            <w:r>
              <w:t>средства Фонда содействия реформированию ЖКХ – 1275500,00 руб:</w:t>
            </w:r>
          </w:p>
          <w:p w:rsidR="00F45867" w:rsidRDefault="00F45867" w:rsidP="005E42BF">
            <w:pPr>
              <w:jc w:val="both"/>
            </w:pPr>
            <w:r>
              <w:t>средства бюджета Ивановской области – 1592513,00  руб:</w:t>
            </w:r>
          </w:p>
          <w:p w:rsidR="00F45867" w:rsidRDefault="00F45867" w:rsidP="005E42BF">
            <w:pPr>
              <w:jc w:val="both"/>
            </w:pPr>
            <w:r>
              <w:t>средства бюджета Колобовского городского поселения – 1064838,00 руб:.</w:t>
            </w:r>
          </w:p>
          <w:p w:rsidR="00F45867" w:rsidRDefault="00F45867" w:rsidP="005E42BF">
            <w:pPr>
              <w:jc w:val="both"/>
            </w:pPr>
            <w:r>
              <w:t>2017 г. – 2168319,00 руб.</w:t>
            </w:r>
          </w:p>
          <w:p w:rsidR="00F45867" w:rsidRDefault="00F45867" w:rsidP="005E42BF">
            <w:pPr>
              <w:jc w:val="both"/>
            </w:pPr>
            <w:r>
              <w:t>из них:</w:t>
            </w:r>
          </w:p>
          <w:p w:rsidR="00F45867" w:rsidRDefault="00F45867" w:rsidP="005E42BF">
            <w:pPr>
              <w:jc w:val="both"/>
            </w:pPr>
            <w:r>
              <w:t>Средства областного бюджета- 1185200,00 руб.</w:t>
            </w:r>
          </w:p>
          <w:p w:rsidR="00F45867" w:rsidRPr="001E3B19" w:rsidRDefault="00F45867" w:rsidP="005E42BF">
            <w:pPr>
              <w:jc w:val="both"/>
            </w:pPr>
            <w:r>
              <w:t xml:space="preserve"> средства местного бюджета – 983119,00 руб.</w:t>
            </w:r>
          </w:p>
          <w:p w:rsidR="00F45867" w:rsidRDefault="00F45867" w:rsidP="005E42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45867" w:rsidRDefault="00F45867" w:rsidP="00A55096">
      <w:pPr>
        <w:jc w:val="both"/>
        <w:rPr>
          <w:sz w:val="28"/>
          <w:szCs w:val="28"/>
        </w:rPr>
      </w:pPr>
      <w:r w:rsidRPr="00A55096">
        <w:rPr>
          <w:sz w:val="28"/>
          <w:szCs w:val="28"/>
        </w:rPr>
        <w:t xml:space="preserve">2)  </w:t>
      </w:r>
      <w:r>
        <w:rPr>
          <w:sz w:val="28"/>
          <w:szCs w:val="28"/>
        </w:rPr>
        <w:t>Таблицу 7 «Ресурсное обеспечение 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F45867">
        <w:tc>
          <w:tcPr>
            <w:tcW w:w="540" w:type="dxa"/>
          </w:tcPr>
          <w:p w:rsidR="00F45867" w:rsidRPr="008D53CC" w:rsidRDefault="00F45867" w:rsidP="00236429">
            <w:pPr>
              <w:suppressAutoHyphens/>
            </w:pPr>
            <w:r w:rsidRPr="008D53CC">
              <w:t xml:space="preserve">№ </w:t>
            </w:r>
          </w:p>
          <w:p w:rsidR="00F45867" w:rsidRPr="008D53CC" w:rsidRDefault="00F45867" w:rsidP="00236429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F45867" w:rsidRPr="008D53CC" w:rsidRDefault="00F45867" w:rsidP="00236429">
            <w:pPr>
              <w:suppressAutoHyphens/>
            </w:pPr>
            <w:r w:rsidRPr="008D53CC">
              <w:t>Наименование</w:t>
            </w: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F45867" w:rsidRPr="00320263" w:rsidRDefault="00F45867" w:rsidP="00236429">
            <w:pPr>
              <w:suppressAutoHyphens/>
            </w:pPr>
            <w:r w:rsidRPr="00320263">
              <w:t xml:space="preserve">Источник </w:t>
            </w:r>
          </w:p>
          <w:p w:rsidR="00F45867" w:rsidRPr="00320263" w:rsidRDefault="00F45867" w:rsidP="00236429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45867" w:rsidRPr="00320263" w:rsidRDefault="00F45867" w:rsidP="00236429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F45867" w:rsidRPr="00320263" w:rsidRDefault="00F45867" w:rsidP="00236429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45867" w:rsidRPr="00320263" w:rsidRDefault="00F45867" w:rsidP="00236429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F45867" w:rsidRPr="00320263" w:rsidRDefault="00F45867" w:rsidP="00236429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F45867" w:rsidRPr="00320263" w:rsidRDefault="00F45867" w:rsidP="00236429">
            <w:pPr>
              <w:suppressAutoHyphens/>
            </w:pPr>
            <w:r>
              <w:t>2017 г.</w:t>
            </w:r>
          </w:p>
        </w:tc>
      </w:tr>
      <w:tr w:rsidR="00F45867">
        <w:tc>
          <w:tcPr>
            <w:tcW w:w="540" w:type="dxa"/>
          </w:tcPr>
          <w:p w:rsidR="00F45867" w:rsidRPr="00320263" w:rsidRDefault="00F45867" w:rsidP="00236429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F45867" w:rsidRPr="00320263" w:rsidRDefault="00F45867" w:rsidP="00236429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  <w:tc>
          <w:tcPr>
            <w:tcW w:w="1501" w:type="dxa"/>
          </w:tcPr>
          <w:p w:rsidR="00F45867" w:rsidRDefault="00F45867" w:rsidP="00236429">
            <w:pPr>
              <w:suppressAutoHyphens/>
            </w:pPr>
            <w:r>
              <w:t>средства Фонда</w:t>
            </w:r>
          </w:p>
          <w:p w:rsidR="00F45867" w:rsidRDefault="00F45867" w:rsidP="00236429">
            <w:pPr>
              <w:suppressAutoHyphens/>
            </w:pPr>
            <w:r>
              <w:t xml:space="preserve">областной </w:t>
            </w:r>
          </w:p>
          <w:p w:rsidR="00F45867" w:rsidRDefault="00F45867" w:rsidP="00236429">
            <w:pPr>
              <w:suppressAutoHyphens/>
            </w:pPr>
            <w:r>
              <w:t>бюджет</w:t>
            </w:r>
          </w:p>
          <w:p w:rsidR="00F45867" w:rsidRPr="00C17126" w:rsidRDefault="00F45867" w:rsidP="00236429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Default="00F45867" w:rsidP="00236429">
            <w:pPr>
              <w:suppressAutoHyphens/>
            </w:pPr>
            <w:r>
              <w:t>1275500,0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407313,0</w:t>
            </w: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</w:tr>
      <w:tr w:rsidR="00F45867">
        <w:tc>
          <w:tcPr>
            <w:tcW w:w="540" w:type="dxa"/>
          </w:tcPr>
          <w:p w:rsidR="00F45867" w:rsidRPr="00C17126" w:rsidRDefault="00F45867" w:rsidP="00236429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F45867" w:rsidRPr="00C17126" w:rsidRDefault="00F45867" w:rsidP="00236429">
            <w:pPr>
              <w:suppressAutoHyphens/>
            </w:pPr>
            <w:r>
              <w:t>Содержание и ремонт муниципального имущества .</w:t>
            </w:r>
          </w:p>
        </w:tc>
        <w:tc>
          <w:tcPr>
            <w:tcW w:w="1501" w:type="dxa"/>
          </w:tcPr>
          <w:p w:rsidR="00F45867" w:rsidRDefault="00F45867" w:rsidP="00236429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F45867" w:rsidRPr="00D70299" w:rsidRDefault="00F45867" w:rsidP="00236429">
            <w:pPr>
              <w:suppressAutoHyphens/>
            </w:pPr>
            <w:r>
              <w:t>2527,00</w:t>
            </w:r>
          </w:p>
          <w:p w:rsidR="00F45867" w:rsidRPr="00D70299" w:rsidRDefault="00F45867" w:rsidP="00236429">
            <w:pPr>
              <w:suppressAutoHyphens/>
            </w:pPr>
          </w:p>
          <w:p w:rsidR="00F45867" w:rsidRPr="00D70299" w:rsidRDefault="00F45867" w:rsidP="00236429">
            <w:pPr>
              <w:suppressAutoHyphens/>
            </w:pP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Default="00F45867" w:rsidP="00236429">
            <w:pPr>
              <w:suppressAutoHyphens/>
            </w:pPr>
            <w:r>
              <w:t>345606,00</w:t>
            </w:r>
          </w:p>
          <w:p w:rsidR="00F45867" w:rsidRPr="00C17126" w:rsidRDefault="00F45867" w:rsidP="00236429">
            <w:pPr>
              <w:suppressAutoHyphens/>
            </w:pPr>
            <w:r>
              <w:t>2370400,0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Default="00F45867" w:rsidP="00236429">
            <w:pPr>
              <w:suppressAutoHyphens/>
            </w:pPr>
            <w:r>
              <w:t>355406,0</w:t>
            </w:r>
          </w:p>
          <w:p w:rsidR="00F45867" w:rsidRPr="00C17126" w:rsidRDefault="00F45867" w:rsidP="00236429">
            <w:pPr>
              <w:suppressAutoHyphens/>
            </w:pPr>
            <w:r>
              <w:t>1185200,0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390406,0</w:t>
            </w:r>
          </w:p>
          <w:p w:rsidR="00F45867" w:rsidRPr="00C17126" w:rsidRDefault="00F45867" w:rsidP="00236429">
            <w:pPr>
              <w:suppressAutoHyphens/>
            </w:pPr>
            <w:r>
              <w:t>1185200,0</w:t>
            </w:r>
          </w:p>
        </w:tc>
      </w:tr>
      <w:tr w:rsidR="00F45867">
        <w:tc>
          <w:tcPr>
            <w:tcW w:w="540" w:type="dxa"/>
          </w:tcPr>
          <w:p w:rsidR="00F45867" w:rsidRDefault="00F45867" w:rsidP="00236429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F45867" w:rsidRDefault="00F45867" w:rsidP="00236429">
            <w:pPr>
              <w:suppressAutoHyphens/>
            </w:pPr>
            <w:r>
              <w:t>Обеспечение энергосбережения и энергетической эффективности в     Колобовском городском поселении</w:t>
            </w:r>
          </w:p>
        </w:tc>
        <w:tc>
          <w:tcPr>
            <w:tcW w:w="1501" w:type="dxa"/>
          </w:tcPr>
          <w:p w:rsidR="00F45867" w:rsidRDefault="00F45867" w:rsidP="00236429">
            <w:pPr>
              <w:suppressAutoHyphens/>
            </w:pP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D70299" w:rsidRDefault="00F45867" w:rsidP="00236429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F45867" w:rsidRPr="00A107DF" w:rsidRDefault="00F45867" w:rsidP="00236429">
            <w:pPr>
              <w:suppressAutoHyphens/>
            </w:pPr>
            <w:r>
              <w:t>181306,62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D70299" w:rsidRDefault="00F45867" w:rsidP="00236429">
            <w:pPr>
              <w:suppressAutoHyphens/>
            </w:pPr>
            <w:r>
              <w:t>80 000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100000,0</w:t>
            </w:r>
          </w:p>
          <w:p w:rsidR="00F45867" w:rsidRPr="00D70299" w:rsidRDefault="00F45867" w:rsidP="00236429">
            <w:pPr>
              <w:suppressAutoHyphens/>
            </w:pPr>
          </w:p>
        </w:tc>
      </w:tr>
      <w:tr w:rsidR="00F45867">
        <w:tc>
          <w:tcPr>
            <w:tcW w:w="540" w:type="dxa"/>
          </w:tcPr>
          <w:p w:rsidR="00F45867" w:rsidRDefault="00F45867" w:rsidP="00236429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F45867" w:rsidRDefault="00F45867" w:rsidP="00236429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F45867" w:rsidRDefault="00F45867" w:rsidP="00236429">
            <w:pPr>
              <w:suppressAutoHyphens/>
            </w:pPr>
            <w:r>
              <w:t>588438,0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</w:tc>
        <w:tc>
          <w:tcPr>
            <w:tcW w:w="1260" w:type="dxa"/>
          </w:tcPr>
          <w:p w:rsidR="00F45867" w:rsidRDefault="00F45867" w:rsidP="00236429">
            <w:pPr>
              <w:suppressAutoHyphens/>
            </w:pPr>
            <w:r>
              <w:t>800000,0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510544,0</w:t>
            </w:r>
          </w:p>
        </w:tc>
        <w:tc>
          <w:tcPr>
            <w:tcW w:w="1264" w:type="dxa"/>
          </w:tcPr>
          <w:p w:rsidR="00F45867" w:rsidRDefault="00F45867" w:rsidP="00236429">
            <w:pPr>
              <w:suppressAutoHyphens/>
            </w:pPr>
            <w:r>
              <w:t>0</w:t>
            </w: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502768,0</w:t>
            </w:r>
          </w:p>
        </w:tc>
        <w:tc>
          <w:tcPr>
            <w:tcW w:w="1359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  <w:r>
              <w:t>492713,0</w:t>
            </w:r>
          </w:p>
        </w:tc>
      </w:tr>
      <w:tr w:rsidR="00F45867">
        <w:tc>
          <w:tcPr>
            <w:tcW w:w="540" w:type="dxa"/>
          </w:tcPr>
          <w:p w:rsidR="00F45867" w:rsidRDefault="00F45867" w:rsidP="00236429">
            <w:pPr>
              <w:suppressAutoHyphens/>
            </w:pPr>
          </w:p>
        </w:tc>
        <w:tc>
          <w:tcPr>
            <w:tcW w:w="2628" w:type="dxa"/>
          </w:tcPr>
          <w:p w:rsidR="00F45867" w:rsidRDefault="00F45867" w:rsidP="00236429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F45867" w:rsidRPr="00D70299" w:rsidRDefault="00F45867" w:rsidP="00236429">
            <w:pPr>
              <w:suppressAutoHyphens/>
            </w:pPr>
          </w:p>
        </w:tc>
        <w:tc>
          <w:tcPr>
            <w:tcW w:w="1019" w:type="dxa"/>
          </w:tcPr>
          <w:p w:rsidR="00F45867" w:rsidRPr="00D70299" w:rsidRDefault="00F45867" w:rsidP="00236429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F45867" w:rsidRPr="00D70299" w:rsidRDefault="00F45867" w:rsidP="00236429">
            <w:pPr>
              <w:suppressAutoHyphens/>
            </w:pPr>
            <w:r>
              <w:t>4207856,62</w:t>
            </w:r>
          </w:p>
        </w:tc>
        <w:tc>
          <w:tcPr>
            <w:tcW w:w="1264" w:type="dxa"/>
          </w:tcPr>
          <w:p w:rsidR="00F45867" w:rsidRPr="00D70299" w:rsidRDefault="00F45867" w:rsidP="00236429">
            <w:pPr>
              <w:suppressAutoHyphens/>
            </w:pPr>
            <w:r>
              <w:t>3932851,0</w:t>
            </w:r>
          </w:p>
        </w:tc>
        <w:tc>
          <w:tcPr>
            <w:tcW w:w="1359" w:type="dxa"/>
          </w:tcPr>
          <w:p w:rsidR="00F45867" w:rsidRPr="00D70299" w:rsidRDefault="00F45867" w:rsidP="00236429">
            <w:pPr>
              <w:suppressAutoHyphens/>
            </w:pPr>
            <w:r>
              <w:t>2168319,0</w:t>
            </w:r>
          </w:p>
        </w:tc>
      </w:tr>
    </w:tbl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«Паспорт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F45867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F45867" w:rsidRPr="00320263" w:rsidRDefault="00F45867" w:rsidP="005E42BF"/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2014-2017 годы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F45867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45867" w:rsidRDefault="00F45867" w:rsidP="005E42BF">
            <w:pPr>
              <w:jc w:val="both"/>
            </w:pPr>
            <w:r>
              <w:t>2014г. – 2527,00  тыс. руб.:</w:t>
            </w:r>
          </w:p>
          <w:p w:rsidR="00F45867" w:rsidRDefault="00F45867" w:rsidP="005E42BF">
            <w:pPr>
              <w:jc w:val="both"/>
            </w:pPr>
            <w:r>
              <w:t>2015г. – 2716006,00. руб. в т.ч. средства областного бюджета – 2370400,00, средства местного бюджета – 345606,0 руб.</w:t>
            </w:r>
          </w:p>
          <w:p w:rsidR="00F45867" w:rsidRDefault="00F45867" w:rsidP="005E42BF">
            <w:pPr>
              <w:jc w:val="both"/>
            </w:pPr>
            <w:r>
              <w:t>2016г. – 1540606,0 руб, в т.ч. средства областного бюджета – 1185200,0, средства местного бюджета – 355406,0 руб.</w:t>
            </w:r>
          </w:p>
          <w:p w:rsidR="00F45867" w:rsidRPr="001E3B19" w:rsidRDefault="00F45867" w:rsidP="005E42BF">
            <w:pPr>
              <w:jc w:val="both"/>
            </w:pPr>
            <w:r>
              <w:t>2017 г. – 1575606,0 руб., в т.ч. средства областного бюджета – 1185200,0 руб. средства местного бюджета – 390406,00 руб.</w:t>
            </w:r>
          </w:p>
          <w:p w:rsidR="00F45867" w:rsidRDefault="00F45867" w:rsidP="005E42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>4) Таблицу 4 «Ресурсное обеспечение подпрограммы»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231"/>
        <w:gridCol w:w="1501"/>
        <w:gridCol w:w="1337"/>
        <w:gridCol w:w="1356"/>
        <w:gridCol w:w="1257"/>
        <w:gridCol w:w="1349"/>
      </w:tblGrid>
      <w:tr w:rsidR="00F45867" w:rsidRPr="00320263">
        <w:tc>
          <w:tcPr>
            <w:tcW w:w="0" w:type="auto"/>
          </w:tcPr>
          <w:p w:rsidR="00F45867" w:rsidRPr="008D53CC" w:rsidRDefault="00F45867" w:rsidP="00236429">
            <w:pPr>
              <w:suppressAutoHyphens/>
            </w:pPr>
            <w:r w:rsidRPr="008D53CC">
              <w:t xml:space="preserve">№ </w:t>
            </w:r>
          </w:p>
          <w:p w:rsidR="00F45867" w:rsidRPr="008D53CC" w:rsidRDefault="00F45867" w:rsidP="00236429">
            <w:pPr>
              <w:suppressAutoHyphens/>
            </w:pPr>
            <w:r>
              <w:t>п/п</w:t>
            </w:r>
          </w:p>
        </w:tc>
        <w:tc>
          <w:tcPr>
            <w:tcW w:w="2268" w:type="dxa"/>
          </w:tcPr>
          <w:p w:rsidR="00F45867" w:rsidRPr="008D53CC" w:rsidRDefault="00F45867" w:rsidP="00236429">
            <w:pPr>
              <w:suppressAutoHyphens/>
            </w:pPr>
            <w:r w:rsidRPr="008D53CC">
              <w:t>Наименование</w:t>
            </w: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F45867" w:rsidRPr="00320263" w:rsidRDefault="00F45867" w:rsidP="00236429">
            <w:pPr>
              <w:suppressAutoHyphens/>
            </w:pPr>
            <w:r w:rsidRPr="00320263">
              <w:t xml:space="preserve">Источник </w:t>
            </w:r>
          </w:p>
          <w:p w:rsidR="00F45867" w:rsidRPr="00320263" w:rsidRDefault="00F45867" w:rsidP="00236429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45867" w:rsidRPr="00320263" w:rsidRDefault="00F45867" w:rsidP="00236429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F45867" w:rsidRPr="00320263" w:rsidRDefault="00F45867" w:rsidP="00236429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45867" w:rsidRPr="00320263" w:rsidRDefault="00F45867" w:rsidP="00236429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F45867" w:rsidRPr="00320263" w:rsidRDefault="00F45867" w:rsidP="00236429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F45867" w:rsidRPr="00320263" w:rsidRDefault="00F45867" w:rsidP="00236429">
            <w:pPr>
              <w:suppressAutoHyphens/>
            </w:pPr>
            <w:r>
              <w:t>2017 г.</w:t>
            </w:r>
          </w:p>
        </w:tc>
      </w:tr>
      <w:tr w:rsidR="00F45867" w:rsidRPr="00C17126">
        <w:tc>
          <w:tcPr>
            <w:tcW w:w="0" w:type="auto"/>
          </w:tcPr>
          <w:p w:rsidR="00F45867" w:rsidRPr="00320263" w:rsidRDefault="00F45867" w:rsidP="00236429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F45867" w:rsidRPr="00320263" w:rsidRDefault="00F45867" w:rsidP="00236429">
            <w:pPr>
              <w:suppressAutoHyphens/>
            </w:pPr>
            <w:r>
              <w:t>Ремонт муниципального жилого фонда и прочего имущества</w:t>
            </w:r>
          </w:p>
        </w:tc>
        <w:tc>
          <w:tcPr>
            <w:tcW w:w="1501" w:type="dxa"/>
          </w:tcPr>
          <w:p w:rsidR="00F45867" w:rsidRPr="00C17126" w:rsidRDefault="00F45867" w:rsidP="0023642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F45867" w:rsidRPr="00C17126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205200,00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C17126" w:rsidRDefault="00F45867" w:rsidP="00236429">
            <w:pPr>
              <w:suppressAutoHyphens/>
            </w:pPr>
            <w:r>
              <w:t>215000,0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250000,00</w:t>
            </w:r>
          </w:p>
        </w:tc>
      </w:tr>
      <w:tr w:rsidR="00F45867" w:rsidRPr="00C17126">
        <w:tc>
          <w:tcPr>
            <w:tcW w:w="0" w:type="auto"/>
          </w:tcPr>
          <w:p w:rsidR="00F45867" w:rsidRPr="00C17126" w:rsidRDefault="00F45867" w:rsidP="00236429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F45867" w:rsidRPr="00C17126" w:rsidRDefault="00F45867" w:rsidP="00236429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45867" w:rsidRPr="00C17126" w:rsidRDefault="00F45867" w:rsidP="00236429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</w:p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</w:p>
        </w:tc>
      </w:tr>
      <w:tr w:rsidR="00F45867">
        <w:tc>
          <w:tcPr>
            <w:tcW w:w="0" w:type="auto"/>
          </w:tcPr>
          <w:p w:rsidR="00F45867" w:rsidRDefault="00F45867" w:rsidP="00236429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F45867" w:rsidRDefault="00F45867" w:rsidP="00236429">
            <w:pPr>
              <w:suppressAutoHyphens/>
            </w:pPr>
            <w:r>
              <w:t>Взносы на кап. ремонт общего имущества в МКД</w:t>
            </w:r>
          </w:p>
        </w:tc>
        <w:tc>
          <w:tcPr>
            <w:tcW w:w="1501" w:type="dxa"/>
          </w:tcPr>
          <w:p w:rsidR="00F45867" w:rsidRPr="00C17126" w:rsidRDefault="00F45867" w:rsidP="0023642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F45867" w:rsidRPr="00FD75E0" w:rsidRDefault="00F45867" w:rsidP="00236429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F45867" w:rsidRPr="00FD75E0" w:rsidRDefault="00F45867" w:rsidP="00236429">
            <w:pPr>
              <w:suppressAutoHyphens/>
            </w:pPr>
            <w:r w:rsidRPr="00FD75E0">
              <w:t>140406,0</w:t>
            </w:r>
          </w:p>
        </w:tc>
        <w:tc>
          <w:tcPr>
            <w:tcW w:w="1260" w:type="dxa"/>
          </w:tcPr>
          <w:p w:rsidR="00F45867" w:rsidRPr="00FD75E0" w:rsidRDefault="00F45867" w:rsidP="00236429">
            <w:pPr>
              <w:suppressAutoHyphens/>
            </w:pPr>
            <w:r w:rsidRPr="00FD75E0">
              <w:t>140406,0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  <w:r>
              <w:t>140406,0</w:t>
            </w:r>
          </w:p>
        </w:tc>
      </w:tr>
      <w:tr w:rsidR="00F45867">
        <w:tc>
          <w:tcPr>
            <w:tcW w:w="0" w:type="auto"/>
          </w:tcPr>
          <w:p w:rsidR="00F45867" w:rsidRDefault="00F45867" w:rsidP="00236429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F45867" w:rsidRDefault="00F45867" w:rsidP="00236429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F45867" w:rsidRPr="00C17126" w:rsidRDefault="00F45867" w:rsidP="00236429">
            <w:pPr>
              <w:suppressAutoHyphens/>
            </w:pPr>
            <w:r>
              <w:t>Областной бюджет</w:t>
            </w:r>
          </w:p>
        </w:tc>
        <w:tc>
          <w:tcPr>
            <w:tcW w:w="1379" w:type="dxa"/>
          </w:tcPr>
          <w:p w:rsidR="00F45867" w:rsidRPr="00256AE3" w:rsidRDefault="00F45867" w:rsidP="00236429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F45867" w:rsidRPr="00256AE3" w:rsidRDefault="00F45867" w:rsidP="00236429">
            <w:pPr>
              <w:suppressAutoHyphens/>
            </w:pPr>
            <w:r w:rsidRPr="00256AE3">
              <w:t>2370400,0</w:t>
            </w:r>
          </w:p>
        </w:tc>
        <w:tc>
          <w:tcPr>
            <w:tcW w:w="1260" w:type="dxa"/>
          </w:tcPr>
          <w:p w:rsidR="00F45867" w:rsidRPr="00256AE3" w:rsidRDefault="00F45867" w:rsidP="00236429">
            <w:pPr>
              <w:suppressAutoHyphens/>
            </w:pPr>
            <w:r w:rsidRPr="00256AE3">
              <w:t>1185200,0</w:t>
            </w:r>
          </w:p>
        </w:tc>
        <w:tc>
          <w:tcPr>
            <w:tcW w:w="1363" w:type="dxa"/>
          </w:tcPr>
          <w:p w:rsidR="00F45867" w:rsidRDefault="00F45867" w:rsidP="00236429">
            <w:pPr>
              <w:suppressAutoHyphens/>
            </w:pPr>
            <w:r>
              <w:t>1185200,0</w:t>
            </w:r>
          </w:p>
        </w:tc>
      </w:tr>
      <w:tr w:rsidR="00F45867" w:rsidRPr="007502E5">
        <w:tc>
          <w:tcPr>
            <w:tcW w:w="0" w:type="auto"/>
          </w:tcPr>
          <w:p w:rsidR="00F45867" w:rsidRDefault="00F45867" w:rsidP="00236429">
            <w:pPr>
              <w:suppressAutoHyphens/>
            </w:pPr>
          </w:p>
        </w:tc>
        <w:tc>
          <w:tcPr>
            <w:tcW w:w="2268" w:type="dxa"/>
          </w:tcPr>
          <w:p w:rsidR="00F45867" w:rsidRDefault="00F45867" w:rsidP="00236429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F45867" w:rsidRPr="00C17126" w:rsidRDefault="00F45867" w:rsidP="00236429">
            <w:pPr>
              <w:suppressAutoHyphens/>
            </w:pPr>
          </w:p>
        </w:tc>
        <w:tc>
          <w:tcPr>
            <w:tcW w:w="1379" w:type="dxa"/>
          </w:tcPr>
          <w:p w:rsidR="00F45867" w:rsidRPr="007502E5" w:rsidRDefault="00F45867" w:rsidP="00236429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F45867" w:rsidRPr="007502E5" w:rsidRDefault="00F45867" w:rsidP="00236429">
            <w:pPr>
              <w:suppressAutoHyphens/>
            </w:pPr>
            <w:r>
              <w:t>2716006,00</w:t>
            </w:r>
          </w:p>
        </w:tc>
        <w:tc>
          <w:tcPr>
            <w:tcW w:w="1260" w:type="dxa"/>
          </w:tcPr>
          <w:p w:rsidR="00F45867" w:rsidRPr="007502E5" w:rsidRDefault="00F45867" w:rsidP="00236429">
            <w:pPr>
              <w:suppressAutoHyphens/>
            </w:pPr>
            <w:r>
              <w:t>1540606,0</w:t>
            </w:r>
          </w:p>
        </w:tc>
        <w:tc>
          <w:tcPr>
            <w:tcW w:w="1363" w:type="dxa"/>
          </w:tcPr>
          <w:p w:rsidR="00F45867" w:rsidRPr="007502E5" w:rsidRDefault="00F45867" w:rsidP="00236429">
            <w:pPr>
              <w:suppressAutoHyphens/>
            </w:pPr>
            <w:r>
              <w:t>1575606,0</w:t>
            </w:r>
          </w:p>
        </w:tc>
      </w:tr>
    </w:tbl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>5)Таблицу  Паспорта подпрограммы «Обеспечение энергосбережения и энергетической эффективности в Колбовском городском поселении»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F45867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Pr="00320263" w:rsidRDefault="00F45867" w:rsidP="005E42BF">
            <w:r>
              <w:t>Обеспечение энергосбережения и энергетической эффективности в  Колобовском городском поселении</w:t>
            </w:r>
            <w:r w:rsidRPr="00320263">
              <w:t xml:space="preserve">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2014-2017 годы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45867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Pr="0092130F" w:rsidRDefault="00F45867" w:rsidP="005E42BF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овышение  уровня энергосбережения,и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F45867" w:rsidRDefault="00F45867" w:rsidP="005E42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867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867" w:rsidRDefault="00F45867" w:rsidP="005E42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67" w:rsidRDefault="00F45867" w:rsidP="005E42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45867" w:rsidRDefault="00F45867" w:rsidP="005E42BF">
            <w:pPr>
              <w:jc w:val="both"/>
            </w:pPr>
            <w:r>
              <w:t>2014г. – 346400,00  руб.:</w:t>
            </w:r>
          </w:p>
          <w:p w:rsidR="00F45867" w:rsidRDefault="00F45867" w:rsidP="005E42BF">
            <w:pPr>
              <w:jc w:val="both"/>
            </w:pPr>
            <w:r>
              <w:t>2015г. – 181306,62  руб</w:t>
            </w:r>
          </w:p>
          <w:p w:rsidR="00F45867" w:rsidRDefault="00F45867" w:rsidP="005E42BF">
            <w:pPr>
              <w:jc w:val="both"/>
            </w:pPr>
            <w:r>
              <w:t>2016г. – 80000,00 руб</w:t>
            </w:r>
          </w:p>
          <w:p w:rsidR="00F45867" w:rsidRPr="001E3B19" w:rsidRDefault="00F45867" w:rsidP="005E42BF">
            <w:pPr>
              <w:jc w:val="both"/>
            </w:pPr>
            <w:r>
              <w:t>2017 г – 100000,00 руб.</w:t>
            </w:r>
          </w:p>
          <w:p w:rsidR="00F45867" w:rsidRDefault="00F45867" w:rsidP="005E42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45867" w:rsidRDefault="00F45867" w:rsidP="00A55096">
      <w:pPr>
        <w:jc w:val="both"/>
        <w:rPr>
          <w:sz w:val="28"/>
          <w:szCs w:val="28"/>
        </w:rPr>
      </w:pPr>
      <w:r>
        <w:rPr>
          <w:sz w:val="28"/>
          <w:szCs w:val="28"/>
        </w:rPr>
        <w:t>6) таблицу 3 «Ресурсное обеспечение подпрограммы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1620"/>
        <w:gridCol w:w="1080"/>
        <w:gridCol w:w="1260"/>
        <w:gridCol w:w="1088"/>
        <w:gridCol w:w="1175"/>
      </w:tblGrid>
      <w:tr w:rsidR="00F45867">
        <w:tc>
          <w:tcPr>
            <w:tcW w:w="0" w:type="auto"/>
          </w:tcPr>
          <w:p w:rsidR="00F45867" w:rsidRPr="008D53CC" w:rsidRDefault="00F45867" w:rsidP="00236429">
            <w:pPr>
              <w:suppressAutoHyphens/>
            </w:pPr>
            <w:r w:rsidRPr="008D53CC">
              <w:t xml:space="preserve">№ </w:t>
            </w:r>
          </w:p>
          <w:p w:rsidR="00F45867" w:rsidRPr="008D53CC" w:rsidRDefault="00F45867" w:rsidP="00236429">
            <w:pPr>
              <w:suppressAutoHyphens/>
            </w:pPr>
            <w:r>
              <w:t>п/п</w:t>
            </w:r>
          </w:p>
        </w:tc>
        <w:tc>
          <w:tcPr>
            <w:tcW w:w="2808" w:type="dxa"/>
          </w:tcPr>
          <w:p w:rsidR="00F45867" w:rsidRPr="008D53CC" w:rsidRDefault="00F45867" w:rsidP="00236429">
            <w:pPr>
              <w:suppressAutoHyphens/>
            </w:pPr>
            <w:r w:rsidRPr="008D53CC">
              <w:t>Наименование</w:t>
            </w:r>
          </w:p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F45867" w:rsidRPr="00320263" w:rsidRDefault="00F45867" w:rsidP="00236429">
            <w:pPr>
              <w:suppressAutoHyphens/>
            </w:pPr>
            <w:r w:rsidRPr="00320263">
              <w:t xml:space="preserve">Источник </w:t>
            </w:r>
          </w:p>
          <w:p w:rsidR="00F45867" w:rsidRPr="00320263" w:rsidRDefault="00F45867" w:rsidP="00236429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45867" w:rsidRPr="00320263" w:rsidRDefault="00F45867" w:rsidP="00236429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F45867" w:rsidRPr="00320263" w:rsidRDefault="00F45867" w:rsidP="00236429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45867" w:rsidRPr="00320263" w:rsidRDefault="00F45867" w:rsidP="00236429">
            <w:pPr>
              <w:suppressAutoHyphens/>
            </w:pPr>
            <w:r>
              <w:t>2015г.</w:t>
            </w:r>
          </w:p>
        </w:tc>
        <w:tc>
          <w:tcPr>
            <w:tcW w:w="1088" w:type="dxa"/>
          </w:tcPr>
          <w:p w:rsidR="00F45867" w:rsidRPr="00320263" w:rsidRDefault="00F45867" w:rsidP="00236429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F45867" w:rsidRPr="00320263" w:rsidRDefault="00F45867" w:rsidP="00236429">
            <w:pPr>
              <w:suppressAutoHyphens/>
            </w:pPr>
            <w:r>
              <w:t>2017г</w:t>
            </w:r>
          </w:p>
        </w:tc>
      </w:tr>
      <w:tr w:rsidR="00F45867">
        <w:tc>
          <w:tcPr>
            <w:tcW w:w="0" w:type="auto"/>
          </w:tcPr>
          <w:p w:rsidR="00F45867" w:rsidRPr="00320263" w:rsidRDefault="00F45867" w:rsidP="00236429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F45867" w:rsidRPr="00320263" w:rsidRDefault="00F45867" w:rsidP="00236429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F45867" w:rsidRPr="00C17126" w:rsidRDefault="00F45867" w:rsidP="0023642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F45867" w:rsidRPr="00C17126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45000,0</w:t>
            </w:r>
          </w:p>
        </w:tc>
        <w:tc>
          <w:tcPr>
            <w:tcW w:w="1088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C17126" w:rsidRDefault="00F45867" w:rsidP="00236429">
            <w:pPr>
              <w:suppressAutoHyphens/>
            </w:pPr>
            <w:r>
              <w:t>80000,0</w:t>
            </w:r>
          </w:p>
        </w:tc>
        <w:tc>
          <w:tcPr>
            <w:tcW w:w="1175" w:type="dxa"/>
          </w:tcPr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100000,0</w:t>
            </w:r>
          </w:p>
        </w:tc>
      </w:tr>
      <w:tr w:rsidR="00F45867">
        <w:tc>
          <w:tcPr>
            <w:tcW w:w="0" w:type="auto"/>
          </w:tcPr>
          <w:p w:rsidR="00F45867" w:rsidRPr="00C17126" w:rsidRDefault="00F45867" w:rsidP="00236429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F45867" w:rsidRPr="00C17126" w:rsidRDefault="00F45867" w:rsidP="00236429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C17126" w:rsidRDefault="00F45867" w:rsidP="00236429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C17126" w:rsidRDefault="00F45867" w:rsidP="00236429">
            <w:pPr>
              <w:suppressAutoHyphens/>
            </w:pPr>
            <w:r>
              <w:t>0,0</w:t>
            </w:r>
          </w:p>
        </w:tc>
        <w:tc>
          <w:tcPr>
            <w:tcW w:w="1088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C17126" w:rsidRDefault="00F45867" w:rsidP="00236429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F45867" w:rsidRDefault="00F45867" w:rsidP="00236429">
            <w:pPr>
              <w:suppressAutoHyphens/>
            </w:pPr>
          </w:p>
          <w:p w:rsidR="00F45867" w:rsidRPr="00C17126" w:rsidRDefault="00F45867" w:rsidP="00236429">
            <w:pPr>
              <w:suppressAutoHyphens/>
            </w:pPr>
            <w:r>
              <w:t>0,0</w:t>
            </w:r>
          </w:p>
        </w:tc>
      </w:tr>
      <w:tr w:rsidR="00F45867">
        <w:tc>
          <w:tcPr>
            <w:tcW w:w="0" w:type="auto"/>
          </w:tcPr>
          <w:p w:rsidR="00F45867" w:rsidRDefault="00F45867" w:rsidP="00236429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F45867" w:rsidRDefault="00F45867" w:rsidP="00236429">
            <w:pPr>
              <w:suppressAutoHyphens/>
            </w:pPr>
            <w:r>
              <w:t>Установка теплового счетчика ДК п. Колобово</w:t>
            </w:r>
          </w:p>
        </w:tc>
        <w:tc>
          <w:tcPr>
            <w:tcW w:w="1620" w:type="dxa"/>
          </w:tcPr>
          <w:p w:rsidR="00F45867" w:rsidRPr="00C17126" w:rsidRDefault="00F45867" w:rsidP="00236429">
            <w:pPr>
              <w:suppressAutoHyphens/>
            </w:pPr>
          </w:p>
        </w:tc>
        <w:tc>
          <w:tcPr>
            <w:tcW w:w="1080" w:type="dxa"/>
          </w:tcPr>
          <w:p w:rsidR="00F45867" w:rsidRPr="0025321F" w:rsidRDefault="00F45867" w:rsidP="00236429">
            <w:pPr>
              <w:suppressAutoHyphens/>
            </w:pPr>
          </w:p>
          <w:p w:rsidR="00F45867" w:rsidRPr="0025321F" w:rsidRDefault="00F45867" w:rsidP="00236429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25321F" w:rsidRDefault="00F45867" w:rsidP="00236429">
            <w:pPr>
              <w:suppressAutoHyphens/>
            </w:pPr>
            <w:r>
              <w:t>65906,62</w:t>
            </w:r>
          </w:p>
        </w:tc>
        <w:tc>
          <w:tcPr>
            <w:tcW w:w="1088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  <w:p w:rsidR="00F45867" w:rsidRPr="0025321F" w:rsidRDefault="00F45867" w:rsidP="00236429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F45867" w:rsidRDefault="00F45867" w:rsidP="00236429">
            <w:pPr>
              <w:suppressAutoHyphens/>
            </w:pPr>
          </w:p>
          <w:p w:rsidR="00F45867" w:rsidRPr="0025321F" w:rsidRDefault="00F45867" w:rsidP="00236429">
            <w:pPr>
              <w:suppressAutoHyphens/>
            </w:pPr>
            <w:r>
              <w:t>0,0</w:t>
            </w:r>
          </w:p>
        </w:tc>
      </w:tr>
      <w:tr w:rsidR="00F45867">
        <w:tc>
          <w:tcPr>
            <w:tcW w:w="0" w:type="auto"/>
          </w:tcPr>
          <w:p w:rsidR="00F45867" w:rsidRDefault="00F45867" w:rsidP="00236429">
            <w:pPr>
              <w:suppressAutoHyphens/>
            </w:pPr>
          </w:p>
        </w:tc>
        <w:tc>
          <w:tcPr>
            <w:tcW w:w="2808" w:type="dxa"/>
          </w:tcPr>
          <w:p w:rsidR="00F45867" w:rsidRPr="00236429" w:rsidRDefault="00F45867" w:rsidP="00236429">
            <w:pPr>
              <w:suppressAutoHyphens/>
            </w:pPr>
            <w:r w:rsidRPr="00236429"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45867" w:rsidRDefault="00F45867" w:rsidP="00236429">
            <w:pPr>
              <w:suppressAutoHyphens/>
            </w:pPr>
          </w:p>
          <w:p w:rsidR="00F45867" w:rsidRPr="0025321F" w:rsidRDefault="00F45867" w:rsidP="00236429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F45867" w:rsidRPr="00061BAB" w:rsidRDefault="00F45867" w:rsidP="00236429">
            <w:pPr>
              <w:suppressAutoHyphens/>
            </w:pPr>
            <w:r w:rsidRPr="00061BAB">
              <w:t>30000,00</w:t>
            </w:r>
          </w:p>
        </w:tc>
        <w:tc>
          <w:tcPr>
            <w:tcW w:w="1088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</w:tc>
        <w:tc>
          <w:tcPr>
            <w:tcW w:w="1175" w:type="dxa"/>
          </w:tcPr>
          <w:p w:rsidR="00F45867" w:rsidRPr="00236429" w:rsidRDefault="00F45867" w:rsidP="00236429">
            <w:pPr>
              <w:suppressAutoHyphens/>
              <w:rPr>
                <w:b/>
                <w:bCs/>
              </w:rPr>
            </w:pPr>
          </w:p>
        </w:tc>
      </w:tr>
      <w:tr w:rsidR="00F45867">
        <w:tc>
          <w:tcPr>
            <w:tcW w:w="0" w:type="auto"/>
          </w:tcPr>
          <w:p w:rsidR="00F45867" w:rsidRDefault="00F45867" w:rsidP="00236429">
            <w:pPr>
              <w:suppressAutoHyphens/>
            </w:pPr>
          </w:p>
        </w:tc>
        <w:tc>
          <w:tcPr>
            <w:tcW w:w="2808" w:type="dxa"/>
          </w:tcPr>
          <w:p w:rsidR="00F45867" w:rsidRDefault="00F45867" w:rsidP="00236429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F45867" w:rsidRPr="00C17126" w:rsidRDefault="00F45867" w:rsidP="00236429">
            <w:pPr>
              <w:suppressAutoHyphens/>
            </w:pPr>
          </w:p>
        </w:tc>
        <w:tc>
          <w:tcPr>
            <w:tcW w:w="1080" w:type="dxa"/>
          </w:tcPr>
          <w:p w:rsidR="00F45867" w:rsidRPr="007502E5" w:rsidRDefault="00F45867" w:rsidP="00236429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F45867" w:rsidRPr="007502E5" w:rsidRDefault="00F45867" w:rsidP="00236429">
            <w:pPr>
              <w:suppressAutoHyphens/>
            </w:pPr>
            <w:r>
              <w:t>181306,62</w:t>
            </w:r>
          </w:p>
        </w:tc>
        <w:tc>
          <w:tcPr>
            <w:tcW w:w="1088" w:type="dxa"/>
          </w:tcPr>
          <w:p w:rsidR="00F45867" w:rsidRPr="007502E5" w:rsidRDefault="00F45867" w:rsidP="00236429">
            <w:pPr>
              <w:suppressAutoHyphens/>
            </w:pPr>
            <w:r>
              <w:t>80000,0</w:t>
            </w:r>
          </w:p>
        </w:tc>
        <w:tc>
          <w:tcPr>
            <w:tcW w:w="1175" w:type="dxa"/>
          </w:tcPr>
          <w:p w:rsidR="00F45867" w:rsidRPr="007502E5" w:rsidRDefault="00F45867" w:rsidP="00236429">
            <w:pPr>
              <w:suppressAutoHyphens/>
            </w:pPr>
            <w:r>
              <w:t>100000,0</w:t>
            </w:r>
          </w:p>
        </w:tc>
      </w:tr>
    </w:tbl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Контроль за исполнением настоящей программы возложить на ведущего специалиста администрации Симоненко О.И.</w:t>
      </w:r>
    </w:p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опубликования в «Вестнике Колобовского городского поселения».</w:t>
      </w:r>
    </w:p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F45867" w:rsidRDefault="00F45867" w:rsidP="007409E9">
      <w:pPr>
        <w:jc w:val="both"/>
        <w:rPr>
          <w:sz w:val="28"/>
          <w:szCs w:val="28"/>
        </w:rPr>
      </w:pPr>
    </w:p>
    <w:p w:rsidR="00F45867" w:rsidRDefault="00F45867" w:rsidP="007409E9">
      <w:pPr>
        <w:jc w:val="both"/>
        <w:rPr>
          <w:sz w:val="28"/>
          <w:szCs w:val="28"/>
        </w:rPr>
      </w:pPr>
    </w:p>
    <w:p w:rsidR="00F45867" w:rsidRDefault="00F45867" w:rsidP="007409E9">
      <w:pPr>
        <w:jc w:val="both"/>
        <w:rPr>
          <w:sz w:val="28"/>
          <w:szCs w:val="28"/>
        </w:rPr>
      </w:pPr>
    </w:p>
    <w:p w:rsidR="00F45867" w:rsidRDefault="00F45867" w:rsidP="007409E9">
      <w:pPr>
        <w:jc w:val="both"/>
        <w:rPr>
          <w:sz w:val="28"/>
          <w:szCs w:val="28"/>
        </w:rPr>
      </w:pPr>
    </w:p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45867" w:rsidRDefault="00F45867" w:rsidP="007409E9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И.А.Сергеева.</w:t>
      </w:r>
    </w:p>
    <w:p w:rsidR="00F45867" w:rsidRDefault="00F45867" w:rsidP="007409E9"/>
    <w:p w:rsidR="00F45867" w:rsidRPr="00A55096" w:rsidRDefault="00F45867" w:rsidP="00A55096">
      <w:pPr>
        <w:jc w:val="both"/>
        <w:rPr>
          <w:sz w:val="28"/>
          <w:szCs w:val="28"/>
        </w:rPr>
      </w:pPr>
    </w:p>
    <w:p w:rsidR="00F45867" w:rsidRPr="00A55096" w:rsidRDefault="00F45867" w:rsidP="00A55096">
      <w:pPr>
        <w:rPr>
          <w:sz w:val="28"/>
          <w:szCs w:val="28"/>
        </w:rPr>
      </w:pPr>
    </w:p>
    <w:p w:rsidR="00F45867" w:rsidRPr="00A55096" w:rsidRDefault="00F45867" w:rsidP="00A55096">
      <w:pPr>
        <w:rPr>
          <w:sz w:val="28"/>
          <w:szCs w:val="28"/>
        </w:rPr>
      </w:pPr>
    </w:p>
    <w:p w:rsidR="00F45867" w:rsidRDefault="00F45867" w:rsidP="00A55096">
      <w:pPr>
        <w:jc w:val="both"/>
        <w:rPr>
          <w:sz w:val="28"/>
          <w:szCs w:val="28"/>
        </w:rPr>
      </w:pPr>
    </w:p>
    <w:p w:rsidR="00F45867" w:rsidRDefault="00F45867"/>
    <w:sectPr w:rsidR="00F45867" w:rsidSect="0063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096"/>
    <w:rsid w:val="00061BAB"/>
    <w:rsid w:val="000C35A3"/>
    <w:rsid w:val="000D4559"/>
    <w:rsid w:val="001E3B19"/>
    <w:rsid w:val="00217AB2"/>
    <w:rsid w:val="00236429"/>
    <w:rsid w:val="0025321F"/>
    <w:rsid w:val="00256AE3"/>
    <w:rsid w:val="00320263"/>
    <w:rsid w:val="00416431"/>
    <w:rsid w:val="005E42BF"/>
    <w:rsid w:val="005F15F0"/>
    <w:rsid w:val="0063579D"/>
    <w:rsid w:val="0068459B"/>
    <w:rsid w:val="006C1AAF"/>
    <w:rsid w:val="007409E9"/>
    <w:rsid w:val="007502E5"/>
    <w:rsid w:val="008D53CC"/>
    <w:rsid w:val="0092130F"/>
    <w:rsid w:val="00A107DF"/>
    <w:rsid w:val="00A12D86"/>
    <w:rsid w:val="00A55096"/>
    <w:rsid w:val="00B33A18"/>
    <w:rsid w:val="00C02B65"/>
    <w:rsid w:val="00C17126"/>
    <w:rsid w:val="00D31461"/>
    <w:rsid w:val="00D70299"/>
    <w:rsid w:val="00DF7AC1"/>
    <w:rsid w:val="00E11B20"/>
    <w:rsid w:val="00F30E67"/>
    <w:rsid w:val="00F45867"/>
    <w:rsid w:val="00FD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0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55096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55096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55096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550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740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409E9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31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4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5</Pages>
  <Words>1242</Words>
  <Characters>7081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2015-02-21T09:34:00Z</cp:lastPrinted>
  <dcterms:created xsi:type="dcterms:W3CDTF">2015-02-17T11:23:00Z</dcterms:created>
  <dcterms:modified xsi:type="dcterms:W3CDTF">2015-03-04T06:46:00Z</dcterms:modified>
</cp:coreProperties>
</file>